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E1714" w14:textId="259988BF" w:rsidR="002C760D" w:rsidRPr="002C760D" w:rsidRDefault="002C760D" w:rsidP="002C760D">
      <w:pPr>
        <w:pStyle w:val="a3"/>
        <w:spacing w:line="352" w:lineRule="exact"/>
        <w:jc w:val="center"/>
        <w:rPr>
          <w:rFonts w:asciiTheme="majorEastAsia" w:eastAsiaTheme="majorEastAsia" w:hAnsiTheme="majorEastAsia"/>
          <w:sz w:val="22"/>
          <w:szCs w:val="22"/>
        </w:rPr>
      </w:pPr>
      <w:r w:rsidRPr="002C760D">
        <w:rPr>
          <w:rFonts w:asciiTheme="majorEastAsia" w:eastAsiaTheme="majorEastAsia" w:hAnsiTheme="majorEastAsia" w:hint="eastAsia"/>
          <w:sz w:val="22"/>
          <w:szCs w:val="22"/>
        </w:rPr>
        <w:t>令和</w:t>
      </w:r>
      <w:r w:rsidR="003015C9">
        <w:rPr>
          <w:rFonts w:asciiTheme="majorEastAsia" w:eastAsiaTheme="majorEastAsia" w:hAnsiTheme="majorEastAsia" w:hint="eastAsia"/>
          <w:sz w:val="22"/>
          <w:szCs w:val="22"/>
        </w:rPr>
        <w:t>7</w:t>
      </w:r>
      <w:r w:rsidRPr="002C760D">
        <w:rPr>
          <w:rFonts w:asciiTheme="majorEastAsia" w:eastAsiaTheme="majorEastAsia" w:hAnsiTheme="majorEastAsia" w:hint="eastAsia"/>
          <w:sz w:val="22"/>
          <w:szCs w:val="22"/>
        </w:rPr>
        <w:t>年度　教育旅行推進強化事業</w:t>
      </w:r>
    </w:p>
    <w:p w14:paraId="1AC850F4" w14:textId="34915883" w:rsidR="002C760D" w:rsidRPr="002C760D" w:rsidRDefault="002C760D" w:rsidP="002C760D">
      <w:pPr>
        <w:pStyle w:val="a3"/>
        <w:spacing w:line="352" w:lineRule="exact"/>
        <w:jc w:val="center"/>
        <w:rPr>
          <w:rFonts w:asciiTheme="majorEastAsia" w:eastAsiaTheme="majorEastAsia" w:hAnsiTheme="majorEastAsia"/>
          <w:sz w:val="22"/>
          <w:szCs w:val="22"/>
        </w:rPr>
      </w:pPr>
      <w:r w:rsidRPr="002C760D">
        <w:rPr>
          <w:rFonts w:asciiTheme="majorEastAsia" w:eastAsiaTheme="majorEastAsia" w:hAnsiTheme="majorEastAsia" w:hint="eastAsia"/>
          <w:sz w:val="22"/>
          <w:szCs w:val="22"/>
        </w:rPr>
        <w:t>修学旅行ナビ等沖縄修学旅行事前学習用資料の</w:t>
      </w:r>
      <w:r w:rsidR="006769AD">
        <w:rPr>
          <w:rFonts w:asciiTheme="majorEastAsia" w:eastAsiaTheme="majorEastAsia" w:hAnsiTheme="majorEastAsia" w:hint="eastAsia"/>
          <w:sz w:val="22"/>
          <w:szCs w:val="22"/>
        </w:rPr>
        <w:t>保管発送</w:t>
      </w:r>
      <w:r w:rsidRPr="002C760D">
        <w:rPr>
          <w:rFonts w:asciiTheme="majorEastAsia" w:eastAsiaTheme="majorEastAsia" w:hAnsiTheme="majorEastAsia" w:hint="eastAsia"/>
          <w:sz w:val="22"/>
          <w:szCs w:val="22"/>
        </w:rPr>
        <w:t>業務</w:t>
      </w:r>
    </w:p>
    <w:p w14:paraId="1B819ACF" w14:textId="77777777" w:rsidR="002C760D" w:rsidRPr="002C760D" w:rsidRDefault="002C760D" w:rsidP="002C760D">
      <w:pPr>
        <w:pStyle w:val="a3"/>
        <w:spacing w:line="352" w:lineRule="exact"/>
        <w:jc w:val="center"/>
        <w:rPr>
          <w:rFonts w:asciiTheme="majorEastAsia" w:eastAsiaTheme="majorEastAsia" w:hAnsiTheme="majorEastAsia"/>
          <w:sz w:val="22"/>
          <w:szCs w:val="22"/>
        </w:rPr>
      </w:pPr>
    </w:p>
    <w:p w14:paraId="23F20A5A" w14:textId="3F5E7F60" w:rsidR="002C760D" w:rsidRPr="002C760D" w:rsidRDefault="002C760D" w:rsidP="002C760D">
      <w:pPr>
        <w:pStyle w:val="a3"/>
        <w:spacing w:line="352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2C760D">
        <w:rPr>
          <w:rFonts w:asciiTheme="majorEastAsia" w:eastAsiaTheme="majorEastAsia" w:hAnsiTheme="majorEastAsia" w:hint="eastAsia"/>
          <w:sz w:val="24"/>
          <w:szCs w:val="24"/>
        </w:rPr>
        <w:t>質問書</w:t>
      </w:r>
    </w:p>
    <w:p w14:paraId="481738F6" w14:textId="77777777" w:rsidR="002D1D32" w:rsidRPr="002C760D" w:rsidRDefault="002D1D32" w:rsidP="002D1D32">
      <w:pPr>
        <w:pStyle w:val="a3"/>
        <w:rPr>
          <w:rFonts w:asciiTheme="majorEastAsia" w:eastAsiaTheme="majorEastAsia" w:hAnsiTheme="majorEastAsia"/>
          <w:spacing w:val="0"/>
        </w:rPr>
      </w:pPr>
    </w:p>
    <w:p w14:paraId="3DF11C65" w14:textId="31190427" w:rsidR="002D1D32" w:rsidRPr="002C760D" w:rsidRDefault="002D1D32" w:rsidP="00227AA5">
      <w:pPr>
        <w:pStyle w:val="a3"/>
        <w:jc w:val="right"/>
        <w:rPr>
          <w:rFonts w:asciiTheme="majorEastAsia" w:eastAsiaTheme="majorEastAsia" w:hAnsiTheme="majorEastAsia"/>
          <w:spacing w:val="0"/>
        </w:rPr>
      </w:pPr>
      <w:r w:rsidRPr="002C760D">
        <w:rPr>
          <w:rFonts w:asciiTheme="majorEastAsia" w:eastAsiaTheme="majorEastAsia" w:hAnsiTheme="majorEastAsia" w:hint="eastAsia"/>
        </w:rPr>
        <w:t xml:space="preserve">　　　　　</w:t>
      </w:r>
      <w:r w:rsidR="00855281" w:rsidRPr="002C760D">
        <w:rPr>
          <w:rFonts w:asciiTheme="majorEastAsia" w:eastAsiaTheme="majorEastAsia" w:hAnsiTheme="majorEastAsia" w:hint="eastAsia"/>
        </w:rPr>
        <w:t xml:space="preserve">　　　　　　　　　　　　　　　　　　　　　　　</w:t>
      </w:r>
      <w:r w:rsidR="00227AA5" w:rsidRPr="002C760D">
        <w:rPr>
          <w:rFonts w:asciiTheme="majorEastAsia" w:eastAsiaTheme="majorEastAsia" w:hAnsiTheme="majorEastAsia" w:hint="eastAsia"/>
        </w:rPr>
        <w:t xml:space="preserve">　　　</w:t>
      </w:r>
      <w:r w:rsidR="0094201C" w:rsidRPr="002C760D">
        <w:rPr>
          <w:rFonts w:asciiTheme="majorEastAsia" w:eastAsiaTheme="majorEastAsia" w:hAnsiTheme="majorEastAsia" w:hint="eastAsia"/>
        </w:rPr>
        <w:t xml:space="preserve">令和　</w:t>
      </w:r>
      <w:r w:rsidR="00E93C40" w:rsidRPr="002C760D">
        <w:rPr>
          <w:rFonts w:asciiTheme="majorEastAsia" w:eastAsiaTheme="majorEastAsia" w:hAnsiTheme="majorEastAsia" w:hint="eastAsia"/>
        </w:rPr>
        <w:t xml:space="preserve">　　</w:t>
      </w:r>
      <w:r w:rsidRPr="002C760D">
        <w:rPr>
          <w:rFonts w:asciiTheme="majorEastAsia" w:eastAsiaTheme="majorEastAsia" w:hAnsiTheme="majorEastAsia" w:hint="eastAsia"/>
        </w:rPr>
        <w:t>年</w:t>
      </w:r>
      <w:r w:rsidR="001F674B">
        <w:rPr>
          <w:rFonts w:asciiTheme="majorEastAsia" w:eastAsiaTheme="majorEastAsia" w:hAnsiTheme="majorEastAsia" w:hint="eastAsia"/>
        </w:rPr>
        <w:t xml:space="preserve">　　　</w:t>
      </w:r>
      <w:r w:rsidRPr="002C760D">
        <w:rPr>
          <w:rFonts w:asciiTheme="majorEastAsia" w:eastAsiaTheme="majorEastAsia" w:hAnsiTheme="majorEastAsia" w:hint="eastAsia"/>
        </w:rPr>
        <w:t xml:space="preserve">月　</w:t>
      </w:r>
      <w:r w:rsidR="001F674B">
        <w:rPr>
          <w:rFonts w:asciiTheme="majorEastAsia" w:eastAsiaTheme="majorEastAsia" w:hAnsiTheme="majorEastAsia" w:hint="eastAsia"/>
        </w:rPr>
        <w:t xml:space="preserve">　</w:t>
      </w:r>
      <w:r w:rsidRPr="002C760D">
        <w:rPr>
          <w:rFonts w:asciiTheme="majorEastAsia" w:eastAsiaTheme="majorEastAsia" w:hAnsiTheme="majorEastAsia" w:hint="eastAsia"/>
        </w:rPr>
        <w:t xml:space="preserve">　日</w:t>
      </w:r>
      <w:r w:rsidR="00227AA5" w:rsidRPr="002C760D">
        <w:rPr>
          <w:rFonts w:asciiTheme="majorEastAsia" w:eastAsiaTheme="majorEastAsia" w:hAnsiTheme="majorEastAsia" w:hint="eastAsia"/>
        </w:rPr>
        <w:t xml:space="preserve">　　</w:t>
      </w:r>
    </w:p>
    <w:p w14:paraId="65DB1F2A" w14:textId="77777777" w:rsidR="002D1D32" w:rsidRPr="002C760D" w:rsidRDefault="007F3823" w:rsidP="004A27BC">
      <w:pPr>
        <w:pStyle w:val="a3"/>
        <w:spacing w:line="480" w:lineRule="auto"/>
        <w:rPr>
          <w:rFonts w:asciiTheme="majorEastAsia" w:eastAsiaTheme="majorEastAsia" w:hAnsiTheme="majorEastAsia"/>
          <w:spacing w:val="0"/>
        </w:rPr>
      </w:pPr>
      <w:r w:rsidRPr="002C760D">
        <w:rPr>
          <w:rFonts w:asciiTheme="majorEastAsia" w:eastAsiaTheme="majorEastAsia" w:hAnsiTheme="majorEastAsia" w:hint="eastAsia"/>
        </w:rPr>
        <w:t xml:space="preserve">　一般競争入札</w:t>
      </w:r>
      <w:r w:rsidR="002D1D32" w:rsidRPr="002C760D">
        <w:rPr>
          <w:rFonts w:asciiTheme="majorEastAsia" w:eastAsiaTheme="majorEastAsia" w:hAnsiTheme="majorEastAsia" w:hint="eastAsia"/>
        </w:rPr>
        <w:t>について、以下のとおり質問します。</w:t>
      </w:r>
    </w:p>
    <w:p w14:paraId="22476B3F" w14:textId="77777777" w:rsidR="004A27BC" w:rsidRPr="002C760D" w:rsidRDefault="004A27BC" w:rsidP="004A27BC">
      <w:pPr>
        <w:pStyle w:val="a3"/>
        <w:spacing w:line="480" w:lineRule="auto"/>
        <w:ind w:leftChars="250" w:left="525" w:right="848" w:firstLineChars="1600" w:firstLine="3392"/>
        <w:rPr>
          <w:rFonts w:asciiTheme="majorEastAsia" w:eastAsiaTheme="majorEastAsia" w:hAnsiTheme="majorEastAsia"/>
          <w:lang w:eastAsia="zh-CN"/>
        </w:rPr>
      </w:pPr>
      <w:r w:rsidRPr="002C760D">
        <w:rPr>
          <w:rFonts w:asciiTheme="majorEastAsia" w:eastAsiaTheme="majorEastAsia" w:hAnsiTheme="majorEastAsia" w:hint="eastAsia"/>
          <w:lang w:eastAsia="zh-CN"/>
        </w:rPr>
        <w:t>質問者：</w:t>
      </w:r>
      <w:r w:rsidR="00496CF0" w:rsidRPr="002C760D">
        <w:rPr>
          <w:rFonts w:asciiTheme="majorEastAsia" w:eastAsiaTheme="majorEastAsia" w:hAnsiTheme="majorEastAsia" w:hint="eastAsia"/>
          <w:lang w:eastAsia="zh-CN"/>
        </w:rPr>
        <w:t>会社名</w:t>
      </w:r>
      <w:r w:rsidRPr="002C760D">
        <w:rPr>
          <w:rFonts w:asciiTheme="majorEastAsia" w:eastAsiaTheme="majorEastAsia" w:hAnsiTheme="majorEastAsia" w:hint="eastAsia"/>
          <w:lang w:eastAsia="zh-CN"/>
        </w:rPr>
        <w:t xml:space="preserve">　</w:t>
      </w:r>
    </w:p>
    <w:p w14:paraId="28EA1353" w14:textId="77777777" w:rsidR="00506516" w:rsidRPr="002C760D" w:rsidRDefault="00496CF0" w:rsidP="007F3823">
      <w:pPr>
        <w:pStyle w:val="a3"/>
        <w:spacing w:line="480" w:lineRule="auto"/>
        <w:ind w:leftChars="250" w:left="525" w:right="848" w:firstLineChars="2000" w:firstLine="4240"/>
        <w:rPr>
          <w:rFonts w:asciiTheme="majorEastAsia" w:eastAsiaTheme="majorEastAsia" w:hAnsiTheme="majorEastAsia"/>
          <w:lang w:eastAsia="zh-CN"/>
        </w:rPr>
      </w:pPr>
      <w:r w:rsidRPr="002C760D">
        <w:rPr>
          <w:rFonts w:asciiTheme="majorEastAsia" w:eastAsiaTheme="majorEastAsia" w:hAnsiTheme="majorEastAsia" w:hint="eastAsia"/>
          <w:lang w:eastAsia="zh-CN"/>
        </w:rPr>
        <w:t>氏　名</w:t>
      </w:r>
      <w:r w:rsidR="004A27BC" w:rsidRPr="002C760D">
        <w:rPr>
          <w:rFonts w:asciiTheme="majorEastAsia" w:eastAsiaTheme="majorEastAsia" w:hAnsiTheme="majorEastAsia" w:hint="eastAsia"/>
          <w:lang w:eastAsia="zh-CN"/>
        </w:rPr>
        <w:t xml:space="preserve">　</w:t>
      </w:r>
    </w:p>
    <w:p w14:paraId="36F41CE9" w14:textId="77777777" w:rsidR="002D1D32" w:rsidRPr="002C760D" w:rsidRDefault="002D1D32" w:rsidP="002D1D32">
      <w:pPr>
        <w:pStyle w:val="a3"/>
        <w:rPr>
          <w:rFonts w:asciiTheme="majorEastAsia" w:eastAsiaTheme="majorEastAsia" w:hAnsiTheme="majorEastAsia"/>
          <w:spacing w:val="0"/>
        </w:rPr>
      </w:pPr>
      <w:r w:rsidRPr="002C760D">
        <w:rPr>
          <w:rFonts w:asciiTheme="majorEastAsia" w:eastAsiaTheme="majorEastAsia" w:hAnsiTheme="majorEastAsia" w:hint="eastAsia"/>
          <w:spacing w:val="0"/>
        </w:rPr>
        <w:t>質問内容</w:t>
      </w:r>
      <w:r w:rsidRPr="002C760D">
        <w:rPr>
          <w:rFonts w:asciiTheme="majorEastAsia" w:eastAsiaTheme="majorEastAsia" w:hAnsiTheme="majorEastAsia"/>
          <w:spacing w:val="0"/>
        </w:rPr>
        <w:t xml:space="preserve"> </w:t>
      </w: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7"/>
      </w:tblGrid>
      <w:tr w:rsidR="00506516" w:rsidRPr="002C760D" w14:paraId="5585AF9B" w14:textId="77777777" w:rsidTr="007F3823">
        <w:trPr>
          <w:trHeight w:val="6879"/>
        </w:trPr>
        <w:tc>
          <w:tcPr>
            <w:tcW w:w="9787" w:type="dxa"/>
            <w:shd w:val="clear" w:color="auto" w:fill="auto"/>
          </w:tcPr>
          <w:p w14:paraId="4E05F49B" w14:textId="77777777" w:rsidR="00506516" w:rsidRPr="002C760D" w:rsidRDefault="00506516" w:rsidP="002D1D32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14:paraId="04AEAA39" w14:textId="77777777" w:rsidR="00662698" w:rsidRPr="002C760D" w:rsidRDefault="00662698" w:rsidP="00662698">
      <w:pPr>
        <w:pStyle w:val="a3"/>
        <w:rPr>
          <w:rFonts w:asciiTheme="majorEastAsia" w:eastAsiaTheme="majorEastAsia" w:hAnsiTheme="majorEastAsia"/>
          <w:spacing w:val="-8"/>
        </w:rPr>
      </w:pPr>
    </w:p>
    <w:p w14:paraId="3BC5092D" w14:textId="77777777" w:rsidR="00506516" w:rsidRPr="002C760D" w:rsidRDefault="002D1D32" w:rsidP="002D1D32">
      <w:pPr>
        <w:pStyle w:val="a3"/>
        <w:rPr>
          <w:rFonts w:asciiTheme="majorEastAsia" w:eastAsiaTheme="majorEastAsia" w:hAnsiTheme="majorEastAsia"/>
          <w:spacing w:val="0"/>
        </w:rPr>
      </w:pPr>
      <w:r w:rsidRPr="002C760D">
        <w:rPr>
          <w:rFonts w:asciiTheme="majorEastAsia" w:eastAsiaTheme="majorEastAsia" w:hAnsiTheme="majorEastAsia" w:hint="eastAsia"/>
          <w:spacing w:val="-8"/>
        </w:rPr>
        <w:t>※　内容について、詳細を分かりや</w:t>
      </w:r>
      <w:r w:rsidRPr="002C760D">
        <w:rPr>
          <w:rFonts w:asciiTheme="majorEastAsia" w:eastAsiaTheme="majorEastAsia" w:hAnsiTheme="majorEastAsia" w:hint="eastAsia"/>
          <w:spacing w:val="0"/>
        </w:rPr>
        <w:t>すく記入してください。</w:t>
      </w:r>
    </w:p>
    <w:p w14:paraId="10FDCD3B" w14:textId="305E1F47" w:rsidR="002D1D32" w:rsidRPr="002C760D" w:rsidRDefault="002D1D32" w:rsidP="002D1D32">
      <w:pPr>
        <w:pStyle w:val="a3"/>
        <w:rPr>
          <w:rFonts w:asciiTheme="majorEastAsia" w:eastAsiaTheme="majorEastAsia" w:hAnsiTheme="majorEastAsia"/>
          <w:spacing w:val="-4"/>
        </w:rPr>
      </w:pPr>
      <w:r w:rsidRPr="002C760D">
        <w:rPr>
          <w:rFonts w:asciiTheme="majorEastAsia" w:eastAsiaTheme="majorEastAsia" w:hAnsiTheme="majorEastAsia" w:hint="eastAsia"/>
          <w:spacing w:val="-8"/>
        </w:rPr>
        <w:t xml:space="preserve">※　</w:t>
      </w:r>
      <w:r w:rsidR="00217B7A">
        <w:rPr>
          <w:rFonts w:ascii="ＭＳ Ｐゴシック" w:eastAsia="ＭＳ Ｐゴシック" w:hAnsi="ＭＳ Ｐゴシック" w:hint="eastAsia"/>
          <w:spacing w:val="-8"/>
        </w:rPr>
        <w:t>質問に対する内容は、後日</w:t>
      </w:r>
      <w:r w:rsidR="00217B7A">
        <w:rPr>
          <w:rFonts w:ascii="ＭＳ Ｐゴシック" w:eastAsia="ＭＳ Ｐゴシック" w:hAnsi="ＭＳ Ｐゴシック" w:hint="eastAsia"/>
        </w:rPr>
        <w:t>OCVB　Webサイトにて回答し</w:t>
      </w:r>
      <w:r w:rsidR="00217B7A">
        <w:rPr>
          <w:rFonts w:ascii="ＭＳ Ｐゴシック" w:eastAsia="ＭＳ Ｐゴシック" w:hAnsi="ＭＳ Ｐゴシック" w:hint="eastAsia"/>
          <w:spacing w:val="-4"/>
        </w:rPr>
        <w:t>ます。</w:t>
      </w:r>
    </w:p>
    <w:p w14:paraId="73B707A7" w14:textId="7062181E" w:rsidR="004858EB" w:rsidRPr="002C760D" w:rsidRDefault="004858EB" w:rsidP="002D1D32">
      <w:pPr>
        <w:pStyle w:val="a3"/>
        <w:rPr>
          <w:rFonts w:asciiTheme="majorEastAsia" w:eastAsiaTheme="majorEastAsia" w:hAnsiTheme="majorEastAsia"/>
          <w:b/>
          <w:spacing w:val="0"/>
        </w:rPr>
      </w:pPr>
      <w:r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質問書提出日：</w:t>
      </w:r>
      <w:r w:rsidR="0094201C"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令和</w:t>
      </w:r>
      <w:r w:rsidR="00D513C0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 xml:space="preserve"> </w:t>
      </w:r>
      <w:r w:rsidR="003015C9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7</w:t>
      </w:r>
      <w:r w:rsidR="00F84BC2"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年</w:t>
      </w:r>
      <w:r w:rsidR="00D513C0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 xml:space="preserve"> </w:t>
      </w:r>
      <w:r w:rsidR="001A64C7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4</w:t>
      </w:r>
      <w:r w:rsidR="00F84BC2"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月</w:t>
      </w:r>
      <w:r w:rsidR="001A64C7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18</w:t>
      </w:r>
      <w:r w:rsidR="00665951"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日</w:t>
      </w:r>
      <w:r w:rsidR="00F84BC2"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（</w:t>
      </w:r>
      <w:r w:rsidR="001A64C7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金</w:t>
      </w:r>
      <w:r w:rsidR="00A83662"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）</w:t>
      </w:r>
      <w:r w:rsidR="00945BDF"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12：00</w:t>
      </w:r>
      <w:r w:rsidR="00D513C0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 xml:space="preserve"> </w:t>
      </w:r>
      <w:r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(正午)まで</w:t>
      </w:r>
    </w:p>
    <w:p w14:paraId="4FAD8CD9" w14:textId="77777777" w:rsidR="004858EB" w:rsidRPr="001A64C7" w:rsidRDefault="004858EB" w:rsidP="006607DD">
      <w:pPr>
        <w:pStyle w:val="a3"/>
        <w:rPr>
          <w:rFonts w:asciiTheme="majorEastAsia" w:eastAsiaTheme="majorEastAsia" w:hAnsiTheme="majorEastAsia"/>
        </w:rPr>
      </w:pPr>
    </w:p>
    <w:p w14:paraId="50015259" w14:textId="77777777" w:rsidR="007F3823" w:rsidRPr="002C760D" w:rsidRDefault="007F3823" w:rsidP="006607DD">
      <w:pPr>
        <w:pStyle w:val="a3"/>
        <w:rPr>
          <w:rFonts w:asciiTheme="majorEastAsia" w:eastAsiaTheme="majorEastAsia" w:hAnsiTheme="majorEastAsia"/>
        </w:rPr>
      </w:pPr>
    </w:p>
    <w:p w14:paraId="62FAFFB7" w14:textId="77777777" w:rsidR="002C760D" w:rsidRPr="002C760D" w:rsidRDefault="002C760D" w:rsidP="002C760D">
      <w:pPr>
        <w:pStyle w:val="a3"/>
        <w:rPr>
          <w:rFonts w:asciiTheme="majorEastAsia" w:eastAsiaTheme="majorEastAsia" w:hAnsiTheme="majorEastAsia"/>
        </w:rPr>
      </w:pPr>
      <w:r w:rsidRPr="002C760D">
        <w:rPr>
          <w:rFonts w:asciiTheme="majorEastAsia" w:eastAsiaTheme="majorEastAsia" w:hAnsiTheme="majorEastAsia" w:hint="eastAsia"/>
        </w:rPr>
        <w:t>■提出先：</w:t>
      </w:r>
    </w:p>
    <w:p w14:paraId="5230FDA0" w14:textId="77777777" w:rsidR="002C760D" w:rsidRPr="002C760D" w:rsidRDefault="002C760D" w:rsidP="002C760D">
      <w:pPr>
        <w:pStyle w:val="a3"/>
        <w:rPr>
          <w:rFonts w:asciiTheme="majorEastAsia" w:eastAsiaTheme="majorEastAsia" w:hAnsiTheme="majorEastAsia"/>
        </w:rPr>
      </w:pPr>
      <w:r w:rsidRPr="002C760D">
        <w:rPr>
          <w:rFonts w:asciiTheme="majorEastAsia" w:eastAsiaTheme="majorEastAsia" w:hAnsiTheme="majorEastAsia" w:hint="eastAsia"/>
        </w:rPr>
        <w:t>〒901-0152</w:t>
      </w:r>
    </w:p>
    <w:p w14:paraId="3C7EBD6A" w14:textId="28E69EDD" w:rsidR="002C760D" w:rsidRPr="002C760D" w:rsidRDefault="002C760D" w:rsidP="002C760D">
      <w:pPr>
        <w:pStyle w:val="a3"/>
        <w:rPr>
          <w:rFonts w:asciiTheme="majorEastAsia" w:eastAsiaTheme="majorEastAsia" w:hAnsiTheme="majorEastAsia"/>
        </w:rPr>
      </w:pPr>
      <w:r w:rsidRPr="002C760D">
        <w:rPr>
          <w:rFonts w:asciiTheme="majorEastAsia" w:eastAsiaTheme="majorEastAsia" w:hAnsiTheme="majorEastAsia" w:hint="eastAsia"/>
        </w:rPr>
        <w:t xml:space="preserve">沖縄県那覇市小禄1831番地1　</w:t>
      </w:r>
      <w:r w:rsidR="00F41FD3">
        <w:rPr>
          <w:rFonts w:asciiTheme="majorEastAsia" w:eastAsiaTheme="majorEastAsia" w:hAnsiTheme="majorEastAsia" w:hint="eastAsia"/>
        </w:rPr>
        <w:t>沖縄</w:t>
      </w:r>
      <w:r w:rsidRPr="002C760D">
        <w:rPr>
          <w:rFonts w:asciiTheme="majorEastAsia" w:eastAsiaTheme="majorEastAsia" w:hAnsiTheme="majorEastAsia" w:hint="eastAsia"/>
        </w:rPr>
        <w:t>産業支援センター2階</w:t>
      </w:r>
    </w:p>
    <w:p w14:paraId="653560A0" w14:textId="77777777" w:rsidR="002C760D" w:rsidRPr="002C760D" w:rsidRDefault="002C760D" w:rsidP="002C760D">
      <w:pPr>
        <w:pStyle w:val="a3"/>
        <w:rPr>
          <w:rFonts w:asciiTheme="majorEastAsia" w:eastAsiaTheme="majorEastAsia" w:hAnsiTheme="majorEastAsia"/>
        </w:rPr>
      </w:pPr>
      <w:r w:rsidRPr="002C760D">
        <w:rPr>
          <w:rFonts w:asciiTheme="majorEastAsia" w:eastAsiaTheme="majorEastAsia" w:hAnsiTheme="majorEastAsia" w:hint="eastAsia"/>
        </w:rPr>
        <w:t>一般財団法人沖縄観光コンベンションビューロー</w:t>
      </w:r>
    </w:p>
    <w:p w14:paraId="7496B3D9" w14:textId="5820C976" w:rsidR="002D1D32" w:rsidRDefault="002C760D" w:rsidP="002C760D">
      <w:pPr>
        <w:pStyle w:val="a3"/>
        <w:rPr>
          <w:rFonts w:asciiTheme="majorEastAsia" w:eastAsiaTheme="majorEastAsia" w:hAnsiTheme="majorEastAsia"/>
        </w:rPr>
      </w:pPr>
      <w:r w:rsidRPr="002C760D">
        <w:rPr>
          <w:rFonts w:asciiTheme="majorEastAsia" w:eastAsiaTheme="majorEastAsia" w:hAnsiTheme="majorEastAsia" w:hint="eastAsia"/>
        </w:rPr>
        <w:t>国内事業部　受入推進課　担当：西表</w:t>
      </w:r>
      <w:r w:rsidR="0080178E">
        <w:rPr>
          <w:rFonts w:asciiTheme="majorEastAsia" w:eastAsiaTheme="majorEastAsia" w:hAnsiTheme="majorEastAsia" w:hint="eastAsia"/>
        </w:rPr>
        <w:t>／山城</w:t>
      </w:r>
    </w:p>
    <w:p w14:paraId="60A31832" w14:textId="73F1EC80" w:rsidR="00A726A1" w:rsidRPr="00A726A1" w:rsidRDefault="00A726A1" w:rsidP="002C760D">
      <w:pPr>
        <w:pStyle w:val="a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メールアドレス　</w:t>
      </w:r>
      <w:r w:rsidRPr="00A726A1">
        <w:rPr>
          <w:rFonts w:asciiTheme="majorEastAsia" w:eastAsiaTheme="majorEastAsia" w:hAnsiTheme="majorEastAsia" w:hint="eastAsia"/>
        </w:rPr>
        <w:t>shuryo@ocvb.or.jp</w:t>
      </w:r>
    </w:p>
    <w:sectPr w:rsidR="00A726A1" w:rsidRPr="00A726A1" w:rsidSect="00506516">
      <w:headerReference w:type="default" r:id="rId6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8D470" w14:textId="77777777" w:rsidR="007451A1" w:rsidRDefault="007451A1" w:rsidP="00872636">
      <w:r>
        <w:separator/>
      </w:r>
    </w:p>
  </w:endnote>
  <w:endnote w:type="continuationSeparator" w:id="0">
    <w:p w14:paraId="4007D6FB" w14:textId="77777777" w:rsidR="007451A1" w:rsidRDefault="007451A1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7141D" w14:textId="77777777" w:rsidR="007451A1" w:rsidRDefault="007451A1" w:rsidP="00872636">
      <w:r>
        <w:separator/>
      </w:r>
    </w:p>
  </w:footnote>
  <w:footnote w:type="continuationSeparator" w:id="0">
    <w:p w14:paraId="553DB86C" w14:textId="77777777" w:rsidR="007451A1" w:rsidRDefault="007451A1" w:rsidP="00872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3BE7B" w14:textId="7AEC041E" w:rsidR="00506516" w:rsidRPr="00E95231" w:rsidRDefault="00506516">
    <w:pPr>
      <w:pStyle w:val="a6"/>
      <w:rPr>
        <w:rFonts w:ascii="MS UI Gothic" w:eastAsia="MS UI Gothic" w:hAnsi="MS UI Gothic"/>
      </w:rPr>
    </w:pPr>
    <w:r w:rsidRPr="00E95231">
      <w:rPr>
        <w:rFonts w:ascii="MS UI Gothic" w:eastAsia="MS UI Gothic" w:hAnsi="MS UI Gothic" w:hint="eastAsia"/>
      </w:rPr>
      <w:t>（</w:t>
    </w:r>
    <w:r w:rsidRPr="00E95231">
      <w:rPr>
        <w:rFonts w:ascii="MS UI Gothic" w:eastAsia="MS UI Gothic" w:hAnsi="MS UI Gothic" w:hint="eastAsia"/>
      </w:rPr>
      <w:t>様式</w:t>
    </w:r>
    <w:r w:rsidR="00217B7A">
      <w:rPr>
        <w:rFonts w:ascii="MS UI Gothic" w:eastAsia="MS UI Gothic" w:hAnsi="MS UI Gothic" w:hint="eastAsia"/>
      </w:rPr>
      <w:t>5</w:t>
    </w:r>
    <w:r w:rsidRPr="00E95231">
      <w:rPr>
        <w:rFonts w:ascii="MS UI Gothic" w:eastAsia="MS UI Gothic" w:hAnsi="MS UI Gothic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D3"/>
    <w:rsid w:val="00022AEB"/>
    <w:rsid w:val="000311C6"/>
    <w:rsid w:val="00065252"/>
    <w:rsid w:val="00097F51"/>
    <w:rsid w:val="000C515E"/>
    <w:rsid w:val="000C659E"/>
    <w:rsid w:val="001400AA"/>
    <w:rsid w:val="00173A77"/>
    <w:rsid w:val="00186BFC"/>
    <w:rsid w:val="001A64C7"/>
    <w:rsid w:val="001F674B"/>
    <w:rsid w:val="001F676F"/>
    <w:rsid w:val="00214CF8"/>
    <w:rsid w:val="00217B7A"/>
    <w:rsid w:val="00227AA5"/>
    <w:rsid w:val="002325A8"/>
    <w:rsid w:val="00256ECF"/>
    <w:rsid w:val="00274180"/>
    <w:rsid w:val="002A0519"/>
    <w:rsid w:val="002B50D0"/>
    <w:rsid w:val="002C760D"/>
    <w:rsid w:val="002D1D32"/>
    <w:rsid w:val="003015C9"/>
    <w:rsid w:val="00325A9B"/>
    <w:rsid w:val="00335363"/>
    <w:rsid w:val="00375626"/>
    <w:rsid w:val="00384834"/>
    <w:rsid w:val="0039469A"/>
    <w:rsid w:val="003A05E5"/>
    <w:rsid w:val="003C376E"/>
    <w:rsid w:val="003C4F53"/>
    <w:rsid w:val="003F1D17"/>
    <w:rsid w:val="003F2263"/>
    <w:rsid w:val="00405381"/>
    <w:rsid w:val="0042667B"/>
    <w:rsid w:val="00436907"/>
    <w:rsid w:val="00456C9E"/>
    <w:rsid w:val="004607D8"/>
    <w:rsid w:val="004858EB"/>
    <w:rsid w:val="00496CF0"/>
    <w:rsid w:val="004A27BC"/>
    <w:rsid w:val="004A7C5C"/>
    <w:rsid w:val="004B7C1D"/>
    <w:rsid w:val="004C5876"/>
    <w:rsid w:val="004E1735"/>
    <w:rsid w:val="004F3FE8"/>
    <w:rsid w:val="00506516"/>
    <w:rsid w:val="005068ED"/>
    <w:rsid w:val="00560095"/>
    <w:rsid w:val="00577F87"/>
    <w:rsid w:val="005A057C"/>
    <w:rsid w:val="005A7661"/>
    <w:rsid w:val="005F46AF"/>
    <w:rsid w:val="00641954"/>
    <w:rsid w:val="00643C96"/>
    <w:rsid w:val="006607DD"/>
    <w:rsid w:val="006622C5"/>
    <w:rsid w:val="00662698"/>
    <w:rsid w:val="00665951"/>
    <w:rsid w:val="00670B38"/>
    <w:rsid w:val="006769AD"/>
    <w:rsid w:val="006B187D"/>
    <w:rsid w:val="006C3E92"/>
    <w:rsid w:val="006C6B61"/>
    <w:rsid w:val="006F1C9B"/>
    <w:rsid w:val="00707CBF"/>
    <w:rsid w:val="00723618"/>
    <w:rsid w:val="00742972"/>
    <w:rsid w:val="007451A1"/>
    <w:rsid w:val="00761F27"/>
    <w:rsid w:val="00762E25"/>
    <w:rsid w:val="0077712D"/>
    <w:rsid w:val="007A5053"/>
    <w:rsid w:val="007C2B78"/>
    <w:rsid w:val="007C50D2"/>
    <w:rsid w:val="007F1A3B"/>
    <w:rsid w:val="007F3823"/>
    <w:rsid w:val="0080178E"/>
    <w:rsid w:val="008154A3"/>
    <w:rsid w:val="00832245"/>
    <w:rsid w:val="00842C29"/>
    <w:rsid w:val="00855281"/>
    <w:rsid w:val="00872636"/>
    <w:rsid w:val="008728C9"/>
    <w:rsid w:val="00895FCD"/>
    <w:rsid w:val="008B6E00"/>
    <w:rsid w:val="008B7E7F"/>
    <w:rsid w:val="0091627F"/>
    <w:rsid w:val="009408D3"/>
    <w:rsid w:val="0094201C"/>
    <w:rsid w:val="00945BDF"/>
    <w:rsid w:val="00950F36"/>
    <w:rsid w:val="00975E5C"/>
    <w:rsid w:val="00995BFB"/>
    <w:rsid w:val="0099744F"/>
    <w:rsid w:val="009D7F00"/>
    <w:rsid w:val="009F1D00"/>
    <w:rsid w:val="00A518EC"/>
    <w:rsid w:val="00A53BAA"/>
    <w:rsid w:val="00A726A1"/>
    <w:rsid w:val="00A83662"/>
    <w:rsid w:val="00AC3E27"/>
    <w:rsid w:val="00AF7D01"/>
    <w:rsid w:val="00B10E9E"/>
    <w:rsid w:val="00B555F7"/>
    <w:rsid w:val="00B71212"/>
    <w:rsid w:val="00B71A26"/>
    <w:rsid w:val="00BB3A25"/>
    <w:rsid w:val="00BF05B1"/>
    <w:rsid w:val="00C02278"/>
    <w:rsid w:val="00C17CB8"/>
    <w:rsid w:val="00C41F27"/>
    <w:rsid w:val="00C71050"/>
    <w:rsid w:val="00C869E2"/>
    <w:rsid w:val="00C91D35"/>
    <w:rsid w:val="00CC58B8"/>
    <w:rsid w:val="00D22A27"/>
    <w:rsid w:val="00D513C0"/>
    <w:rsid w:val="00D63CC8"/>
    <w:rsid w:val="00D75C3F"/>
    <w:rsid w:val="00D829B9"/>
    <w:rsid w:val="00D90E89"/>
    <w:rsid w:val="00D96043"/>
    <w:rsid w:val="00DC03D9"/>
    <w:rsid w:val="00DE44A7"/>
    <w:rsid w:val="00E348BA"/>
    <w:rsid w:val="00E54C96"/>
    <w:rsid w:val="00E85481"/>
    <w:rsid w:val="00E93C40"/>
    <w:rsid w:val="00E95231"/>
    <w:rsid w:val="00EA4624"/>
    <w:rsid w:val="00F12100"/>
    <w:rsid w:val="00F13E85"/>
    <w:rsid w:val="00F17736"/>
    <w:rsid w:val="00F41FD3"/>
    <w:rsid w:val="00F57F7F"/>
    <w:rsid w:val="00F6294A"/>
    <w:rsid w:val="00F84BC2"/>
    <w:rsid w:val="00F9392F"/>
    <w:rsid w:val="00FD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B5AC779"/>
  <w15:docId w15:val="{EA4D7E17-0EB4-436D-B7A4-86EA745DC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rsid w:val="005600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3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140</TotalTime>
  <Pages>1</Pages>
  <Words>244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creator>hiokikch</dc:creator>
  <cp:lastModifiedBy>西表　彩香</cp:lastModifiedBy>
  <cp:revision>29</cp:revision>
  <cp:lastPrinted>2024-04-26T02:22:00Z</cp:lastPrinted>
  <dcterms:created xsi:type="dcterms:W3CDTF">2019-05-17T01:31:00Z</dcterms:created>
  <dcterms:modified xsi:type="dcterms:W3CDTF">2025-04-01T07:33:00Z</dcterms:modified>
</cp:coreProperties>
</file>