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5EA7D" w14:textId="77777777" w:rsidR="00102A48" w:rsidRPr="00A06D5A" w:rsidRDefault="00102A48" w:rsidP="00803C61">
      <w:pPr>
        <w:pStyle w:val="a3"/>
        <w:jc w:val="right"/>
        <w:rPr>
          <w:rFonts w:ascii="ＭＳ 明朝" w:hAnsi="ＭＳ 明朝"/>
          <w:sz w:val="22"/>
          <w:szCs w:val="22"/>
          <w:bdr w:val="single" w:sz="4" w:space="0" w:color="auto"/>
        </w:rPr>
      </w:pPr>
      <w:r w:rsidRPr="00A06D5A">
        <w:rPr>
          <w:rFonts w:ascii="ＭＳ 明朝" w:hAnsi="ＭＳ 明朝" w:hint="eastAsia"/>
          <w:sz w:val="22"/>
          <w:szCs w:val="22"/>
        </w:rPr>
        <w:t xml:space="preserve">　　</w:t>
      </w:r>
      <w:r w:rsidRPr="00A06D5A">
        <w:rPr>
          <w:rFonts w:ascii="ＭＳ 明朝" w:hAnsi="ＭＳ 明朝" w:hint="eastAsia"/>
          <w:sz w:val="22"/>
          <w:szCs w:val="22"/>
          <w:bdr w:val="single" w:sz="4" w:space="0" w:color="auto"/>
        </w:rPr>
        <w:t xml:space="preserve">受付番号　　　　　　</w:t>
      </w:r>
    </w:p>
    <w:p w14:paraId="2B6198D3" w14:textId="77777777" w:rsidR="00592878" w:rsidRPr="00A06D5A" w:rsidRDefault="00592878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5A30A134" w14:textId="4C6532AF" w:rsidR="00FE5CCB" w:rsidRDefault="00BB4300" w:rsidP="00A06D5A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146F98">
        <w:rPr>
          <w:rFonts w:ascii="ＭＳ 明朝" w:hAnsi="ＭＳ 明朝" w:hint="eastAsia"/>
          <w:sz w:val="22"/>
          <w:szCs w:val="22"/>
        </w:rPr>
        <w:t>7</w:t>
      </w:r>
      <w:r>
        <w:rPr>
          <w:rFonts w:ascii="ＭＳ 明朝" w:hAnsi="ＭＳ 明朝" w:hint="eastAsia"/>
          <w:sz w:val="22"/>
          <w:szCs w:val="22"/>
        </w:rPr>
        <w:t>年度</w:t>
      </w:r>
      <w:r w:rsidR="004E4D9E" w:rsidRPr="00A06D5A">
        <w:rPr>
          <w:rFonts w:ascii="ＭＳ 明朝" w:hAnsi="ＭＳ 明朝" w:hint="eastAsia"/>
          <w:sz w:val="22"/>
          <w:szCs w:val="22"/>
        </w:rPr>
        <w:t xml:space="preserve">　</w:t>
      </w:r>
      <w:r w:rsidR="005A0CF3">
        <w:rPr>
          <w:rFonts w:ascii="ＭＳ 明朝" w:hAnsi="ＭＳ 明朝" w:hint="eastAsia"/>
          <w:sz w:val="22"/>
          <w:szCs w:val="22"/>
        </w:rPr>
        <w:t>教育</w:t>
      </w:r>
      <w:r w:rsidR="003D600F" w:rsidRPr="00A06D5A">
        <w:rPr>
          <w:rFonts w:ascii="ＭＳ 明朝" w:hAnsi="ＭＳ 明朝" w:hint="eastAsia"/>
          <w:sz w:val="22"/>
          <w:szCs w:val="22"/>
        </w:rPr>
        <w:t>旅行推進強化事業</w:t>
      </w:r>
    </w:p>
    <w:p w14:paraId="16A53DD5" w14:textId="77777777" w:rsidR="00FC30F0" w:rsidRDefault="00BE37F1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="003D600F" w:rsidRPr="00A06D5A">
        <w:rPr>
          <w:rFonts w:ascii="ＭＳ 明朝" w:hAnsi="ＭＳ 明朝" w:hint="eastAsia"/>
          <w:sz w:val="22"/>
          <w:szCs w:val="22"/>
        </w:rPr>
        <w:t>沖縄修学旅行事前学習</w:t>
      </w:r>
      <w:r w:rsidR="004C198B">
        <w:rPr>
          <w:rFonts w:ascii="ＭＳ 明朝" w:hAnsi="ＭＳ 明朝" w:hint="eastAsia"/>
          <w:sz w:val="22"/>
          <w:szCs w:val="22"/>
        </w:rPr>
        <w:t>用</w:t>
      </w:r>
      <w:r w:rsidR="003D600F" w:rsidRPr="00A06D5A">
        <w:rPr>
          <w:rFonts w:ascii="ＭＳ 明朝" w:hAnsi="ＭＳ 明朝" w:hint="eastAsia"/>
          <w:sz w:val="22"/>
          <w:szCs w:val="22"/>
        </w:rPr>
        <w:t>資料</w:t>
      </w:r>
      <w:r w:rsidR="00A969B6">
        <w:rPr>
          <w:rFonts w:ascii="ＭＳ 明朝" w:hAnsi="ＭＳ 明朝" w:hint="eastAsia"/>
          <w:sz w:val="22"/>
          <w:szCs w:val="22"/>
        </w:rPr>
        <w:t>の</w:t>
      </w:r>
      <w:r w:rsidR="004C198B">
        <w:rPr>
          <w:rFonts w:ascii="ＭＳ 明朝" w:hAnsi="ＭＳ 明朝" w:hint="eastAsia"/>
          <w:sz w:val="22"/>
          <w:szCs w:val="22"/>
        </w:rPr>
        <w:t>一部修正及び</w:t>
      </w:r>
      <w:r w:rsidR="003D600F" w:rsidRPr="00A06D5A">
        <w:rPr>
          <w:rFonts w:ascii="ＭＳ 明朝" w:hAnsi="ＭＳ 明朝" w:hint="eastAsia"/>
          <w:sz w:val="22"/>
          <w:szCs w:val="22"/>
        </w:rPr>
        <w:t>増刷</w:t>
      </w:r>
      <w:r w:rsidR="004C198B">
        <w:rPr>
          <w:rFonts w:ascii="ＭＳ 明朝" w:hAnsi="ＭＳ 明朝" w:hint="eastAsia"/>
          <w:sz w:val="22"/>
          <w:szCs w:val="22"/>
        </w:rPr>
        <w:t>業務</w:t>
      </w:r>
    </w:p>
    <w:p w14:paraId="5C41C41B" w14:textId="77777777" w:rsidR="00FC30F0" w:rsidRDefault="00FC30F0" w:rsidP="00592878">
      <w:pPr>
        <w:pStyle w:val="a3"/>
        <w:spacing w:line="352" w:lineRule="exact"/>
        <w:jc w:val="center"/>
        <w:rPr>
          <w:rFonts w:ascii="ＭＳ 明朝" w:hAnsi="ＭＳ 明朝"/>
          <w:sz w:val="22"/>
          <w:szCs w:val="22"/>
        </w:rPr>
      </w:pPr>
    </w:p>
    <w:p w14:paraId="620D34B2" w14:textId="77777777" w:rsidR="00C74BCB" w:rsidRPr="00FC30F0" w:rsidRDefault="00592878" w:rsidP="00592878">
      <w:pPr>
        <w:pStyle w:val="a3"/>
        <w:spacing w:line="352" w:lineRule="exact"/>
        <w:jc w:val="center"/>
        <w:rPr>
          <w:rFonts w:ascii="ＭＳ 明朝" w:hAnsi="ＭＳ 明朝"/>
          <w:spacing w:val="0"/>
          <w:sz w:val="24"/>
          <w:szCs w:val="22"/>
        </w:rPr>
      </w:pPr>
      <w:r w:rsidRPr="00FC30F0">
        <w:rPr>
          <w:rFonts w:ascii="ＭＳ 明朝" w:hAnsi="ＭＳ 明朝" w:hint="eastAsia"/>
          <w:sz w:val="24"/>
          <w:szCs w:val="22"/>
        </w:rPr>
        <w:t>入札参加</w:t>
      </w:r>
      <w:r w:rsidRPr="00FC30F0">
        <w:rPr>
          <w:rFonts w:ascii="ＭＳ 明朝" w:hAnsi="ＭＳ 明朝" w:hint="eastAsia"/>
          <w:bCs/>
          <w:sz w:val="24"/>
          <w:szCs w:val="22"/>
        </w:rPr>
        <w:t>申込書</w:t>
      </w:r>
    </w:p>
    <w:p w14:paraId="2FAB784B" w14:textId="77777777" w:rsidR="005C2BDB" w:rsidRPr="00A06D5A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03290BD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0EE7850B" w14:textId="6FB04AE6" w:rsidR="005C2BDB" w:rsidRPr="00A06D5A" w:rsidRDefault="00A969B6" w:rsidP="00A969B6">
      <w:pPr>
        <w:pStyle w:val="a3"/>
        <w:spacing w:line="352" w:lineRule="exact"/>
        <w:ind w:firstLineChars="100" w:firstLine="222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修学旅行ナビ等</w:t>
      </w:r>
      <w:r w:rsidRPr="00A06D5A">
        <w:rPr>
          <w:rFonts w:ascii="ＭＳ 明朝" w:hAnsi="ＭＳ 明朝" w:hint="eastAsia"/>
          <w:sz w:val="22"/>
          <w:szCs w:val="22"/>
        </w:rPr>
        <w:t>沖縄修学旅行事前学習</w:t>
      </w:r>
      <w:r>
        <w:rPr>
          <w:rFonts w:ascii="ＭＳ 明朝" w:hAnsi="ＭＳ 明朝" w:hint="eastAsia"/>
          <w:sz w:val="22"/>
          <w:szCs w:val="22"/>
        </w:rPr>
        <w:t>用</w:t>
      </w:r>
      <w:r w:rsidRPr="00A06D5A">
        <w:rPr>
          <w:rFonts w:ascii="ＭＳ 明朝" w:hAnsi="ＭＳ 明朝" w:hint="eastAsia"/>
          <w:sz w:val="22"/>
          <w:szCs w:val="22"/>
        </w:rPr>
        <w:t>資料</w:t>
      </w:r>
      <w:r>
        <w:rPr>
          <w:rFonts w:ascii="ＭＳ 明朝" w:hAnsi="ＭＳ 明朝" w:hint="eastAsia"/>
          <w:sz w:val="22"/>
          <w:szCs w:val="22"/>
        </w:rPr>
        <w:t>の一部修正及び</w:t>
      </w:r>
      <w:r w:rsidRPr="00A06D5A">
        <w:rPr>
          <w:rFonts w:ascii="ＭＳ 明朝" w:hAnsi="ＭＳ 明朝" w:hint="eastAsia"/>
          <w:sz w:val="22"/>
          <w:szCs w:val="22"/>
        </w:rPr>
        <w:t>増刷</w:t>
      </w:r>
      <w:r>
        <w:rPr>
          <w:rFonts w:ascii="ＭＳ 明朝" w:hAnsi="ＭＳ 明朝" w:hint="eastAsia"/>
          <w:sz w:val="22"/>
          <w:szCs w:val="22"/>
        </w:rPr>
        <w:t>業務</w:t>
      </w:r>
      <w:r>
        <w:rPr>
          <w:rFonts w:hint="eastAsia"/>
          <w:sz w:val="22"/>
          <w:szCs w:val="22"/>
        </w:rPr>
        <w:t>募集</w:t>
      </w:r>
      <w:r w:rsidR="00281AF6">
        <w:rPr>
          <w:rFonts w:hint="eastAsia"/>
          <w:sz w:val="22"/>
          <w:szCs w:val="22"/>
        </w:rPr>
        <w:t>要綱</w:t>
      </w:r>
      <w:r w:rsidRPr="00A969B6">
        <w:rPr>
          <w:rFonts w:hint="eastAsia"/>
          <w:sz w:val="22"/>
          <w:szCs w:val="22"/>
        </w:rPr>
        <w:t>の内容等について了承し、</w:t>
      </w:r>
      <w:r w:rsidR="00196252" w:rsidRPr="00A06D5A">
        <w:rPr>
          <w:rFonts w:ascii="ＭＳ 明朝" w:hAnsi="ＭＳ 明朝" w:hint="eastAsia"/>
          <w:sz w:val="22"/>
          <w:szCs w:val="22"/>
        </w:rPr>
        <w:t>次のとおり</w:t>
      </w:r>
      <w:r w:rsidR="00AF62EC" w:rsidRPr="00A06D5A">
        <w:rPr>
          <w:rFonts w:ascii="ＭＳ 明朝" w:hAnsi="ＭＳ 明朝" w:hint="eastAsia"/>
          <w:sz w:val="22"/>
          <w:szCs w:val="22"/>
        </w:rPr>
        <w:t>入札参加申込書</w:t>
      </w:r>
      <w:r w:rsidR="005C2BDB" w:rsidRPr="00A06D5A">
        <w:rPr>
          <w:rFonts w:ascii="ＭＳ 明朝" w:hAnsi="ＭＳ 明朝" w:hint="eastAsia"/>
          <w:sz w:val="22"/>
          <w:szCs w:val="22"/>
        </w:rPr>
        <w:t>を提出します。</w:t>
      </w:r>
    </w:p>
    <w:p w14:paraId="62E7BD6D" w14:textId="77777777" w:rsidR="005C2BDB" w:rsidRPr="00A969B6" w:rsidRDefault="005C2BDB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F5AF4E8" w14:textId="77777777" w:rsidR="005C2BDB" w:rsidRPr="00A06D5A" w:rsidRDefault="005C2BDB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</w:p>
    <w:p w14:paraId="0F726138" w14:textId="77777777" w:rsidR="005C2BDB" w:rsidRPr="00A06D5A" w:rsidRDefault="001C1570">
      <w:pPr>
        <w:pStyle w:val="a3"/>
        <w:ind w:right="535"/>
        <w:jc w:val="right"/>
        <w:rPr>
          <w:rFonts w:ascii="ＭＳ 明朝" w:hAnsi="ＭＳ 明朝"/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　年</w:t>
      </w:r>
      <w:r w:rsidR="005C2BDB" w:rsidRPr="00A06D5A">
        <w:rPr>
          <w:rFonts w:ascii="ＭＳ 明朝" w:hAnsi="ＭＳ 明朝" w:hint="eastAsia"/>
          <w:spacing w:val="0"/>
          <w:sz w:val="22"/>
          <w:szCs w:val="22"/>
        </w:rPr>
        <w:t xml:space="preserve">  </w:t>
      </w:r>
      <w:r w:rsidR="005C2BDB" w:rsidRPr="00A06D5A">
        <w:rPr>
          <w:rFonts w:ascii="ＭＳ 明朝" w:hAnsi="ＭＳ 明朝" w:hint="eastAsia"/>
          <w:sz w:val="22"/>
          <w:szCs w:val="22"/>
        </w:rPr>
        <w:t xml:space="preserve">　月　　日</w:t>
      </w:r>
    </w:p>
    <w:p w14:paraId="32085B6A" w14:textId="77777777" w:rsidR="00A06D5A" w:rsidRPr="00A06D5A" w:rsidRDefault="00A06D5A" w:rsidP="00A06D5A">
      <w:pPr>
        <w:jc w:val="left"/>
        <w:rPr>
          <w:sz w:val="22"/>
          <w:szCs w:val="18"/>
        </w:rPr>
      </w:pPr>
      <w:r w:rsidRPr="00A06D5A">
        <w:rPr>
          <w:rFonts w:hint="eastAsia"/>
          <w:sz w:val="22"/>
          <w:szCs w:val="18"/>
        </w:rPr>
        <w:t>一般財団</w:t>
      </w:r>
      <w:r w:rsidR="00ED7710">
        <w:rPr>
          <w:rFonts w:hint="eastAsia"/>
          <w:sz w:val="22"/>
          <w:szCs w:val="18"/>
        </w:rPr>
        <w:t>法人</w:t>
      </w:r>
      <w:r w:rsidRPr="00A06D5A">
        <w:rPr>
          <w:rFonts w:hint="eastAsia"/>
          <w:sz w:val="22"/>
          <w:szCs w:val="18"/>
        </w:rPr>
        <w:t>沖縄観光コンベンションビューロー</w:t>
      </w:r>
    </w:p>
    <w:p w14:paraId="05A7C296" w14:textId="77777777" w:rsidR="00A06D5A" w:rsidRPr="00A06D5A" w:rsidRDefault="00B209AD" w:rsidP="00A06D5A">
      <w:pPr>
        <w:ind w:firstLineChars="100" w:firstLine="220"/>
        <w:jc w:val="left"/>
        <w:rPr>
          <w:sz w:val="22"/>
          <w:szCs w:val="22"/>
          <w:lang w:eastAsia="zh-TW"/>
        </w:rPr>
      </w:pPr>
      <w:r>
        <w:rPr>
          <w:rFonts w:hint="eastAsia"/>
          <w:sz w:val="22"/>
          <w:szCs w:val="18"/>
        </w:rPr>
        <w:t xml:space="preserve">会長　　</w:t>
      </w:r>
      <w:r w:rsidR="004404EE" w:rsidRPr="004404EE">
        <w:rPr>
          <w:rFonts w:hint="eastAsia"/>
          <w:sz w:val="22"/>
          <w:szCs w:val="18"/>
        </w:rPr>
        <w:t>下地</w:t>
      </w:r>
      <w:r w:rsidR="004404EE">
        <w:rPr>
          <w:rFonts w:hint="eastAsia"/>
          <w:sz w:val="22"/>
          <w:szCs w:val="18"/>
        </w:rPr>
        <w:t xml:space="preserve">　</w:t>
      </w:r>
      <w:r w:rsidR="004404EE" w:rsidRPr="004404EE">
        <w:rPr>
          <w:rFonts w:hint="eastAsia"/>
          <w:sz w:val="22"/>
          <w:szCs w:val="18"/>
        </w:rPr>
        <w:t>芳郎</w:t>
      </w:r>
    </w:p>
    <w:p w14:paraId="0FE09623" w14:textId="77777777" w:rsidR="00A06D5A" w:rsidRPr="00A06D5A" w:rsidRDefault="00A06D5A" w:rsidP="00A06D5A">
      <w:pPr>
        <w:autoSpaceDE w:val="0"/>
        <w:autoSpaceDN w:val="0"/>
        <w:adjustRightInd w:val="0"/>
        <w:jc w:val="left"/>
        <w:rPr>
          <w:rFonts w:cs="ＭＳ 明朝"/>
          <w:spacing w:val="1"/>
          <w:kern w:val="0"/>
          <w:sz w:val="22"/>
          <w:szCs w:val="22"/>
        </w:rPr>
      </w:pPr>
    </w:p>
    <w:p w14:paraId="35EC858C" w14:textId="77777777" w:rsidR="00A06D5A" w:rsidRPr="00A06D5A" w:rsidRDefault="00A06D5A" w:rsidP="00A06D5A">
      <w:pPr>
        <w:ind w:firstLineChars="100" w:firstLine="220"/>
        <w:rPr>
          <w:sz w:val="22"/>
          <w:szCs w:val="22"/>
          <w:lang w:eastAsia="zh-TW"/>
        </w:rPr>
      </w:pPr>
    </w:p>
    <w:p w14:paraId="4DCC149D" w14:textId="77777777" w:rsidR="00A06D5A" w:rsidRPr="00A06D5A" w:rsidRDefault="00A06D5A" w:rsidP="00A06D5A">
      <w:pPr>
        <w:ind w:leftChars="2050" w:left="4305"/>
        <w:rPr>
          <w:sz w:val="22"/>
          <w:szCs w:val="22"/>
          <w:lang w:eastAsia="zh-TW"/>
        </w:rPr>
      </w:pPr>
    </w:p>
    <w:p w14:paraId="293FB330" w14:textId="77777777" w:rsidR="00A06D5A" w:rsidRPr="00A06D5A" w:rsidRDefault="00A06D5A" w:rsidP="00A969B6">
      <w:pPr>
        <w:ind w:firstLineChars="1400" w:firstLine="3080"/>
        <w:rPr>
          <w:sz w:val="22"/>
          <w:szCs w:val="22"/>
        </w:rPr>
      </w:pPr>
      <w:r w:rsidRPr="00A06D5A">
        <w:rPr>
          <w:rFonts w:hint="eastAsia"/>
          <w:sz w:val="22"/>
          <w:szCs w:val="22"/>
          <w:lang w:eastAsia="zh-TW"/>
        </w:rPr>
        <w:t>（</w:t>
      </w:r>
      <w:r w:rsidRPr="00A06D5A">
        <w:rPr>
          <w:rFonts w:hint="eastAsia"/>
          <w:sz w:val="22"/>
          <w:szCs w:val="22"/>
        </w:rPr>
        <w:t>提出</w:t>
      </w:r>
      <w:r w:rsidRPr="00A06D5A">
        <w:rPr>
          <w:rFonts w:hint="eastAsia"/>
          <w:sz w:val="22"/>
          <w:szCs w:val="22"/>
          <w:lang w:eastAsia="zh-TW"/>
        </w:rPr>
        <w:t>者）</w:t>
      </w:r>
      <w:r>
        <w:rPr>
          <w:rFonts w:hint="eastAsia"/>
          <w:sz w:val="22"/>
          <w:szCs w:val="22"/>
        </w:rPr>
        <w:t>会社名</w:t>
      </w:r>
      <w:r w:rsidRPr="00A06D5A">
        <w:rPr>
          <w:rFonts w:hint="eastAsia"/>
          <w:sz w:val="22"/>
          <w:szCs w:val="22"/>
        </w:rPr>
        <w:t>：</w:t>
      </w:r>
      <w:r w:rsidR="00A969B6">
        <w:rPr>
          <w:rFonts w:hint="eastAsia"/>
          <w:sz w:val="22"/>
          <w:szCs w:val="22"/>
        </w:rPr>
        <w:t xml:space="preserve">　</w:t>
      </w:r>
    </w:p>
    <w:p w14:paraId="0BC9FE59" w14:textId="77777777" w:rsidR="00592878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  <w:r w:rsidRPr="00A06D5A">
        <w:rPr>
          <w:rFonts w:hint="eastAsia"/>
          <w:sz w:val="22"/>
          <w:szCs w:val="22"/>
        </w:rPr>
        <w:t>：</w:t>
      </w:r>
    </w:p>
    <w:p w14:paraId="5F2F61DD" w14:textId="77777777" w:rsidR="00A06D5A" w:rsidRPr="00A06D5A" w:rsidRDefault="00A06D5A" w:rsidP="00A969B6">
      <w:pPr>
        <w:ind w:firstLineChars="1900" w:firstLine="41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代表者：　</w:t>
      </w:r>
      <w:r w:rsidR="00A969B6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　　　　　　　</w:t>
      </w:r>
      <w:r w:rsidR="0025139D">
        <w:rPr>
          <w:sz w:val="22"/>
          <w:szCs w:val="22"/>
        </w:rPr>
        <w:fldChar w:fldCharType="begin"/>
      </w:r>
      <w:r w:rsidR="0025139D">
        <w:rPr>
          <w:sz w:val="22"/>
          <w:szCs w:val="22"/>
        </w:rPr>
        <w:instrText xml:space="preserve"> </w:instrText>
      </w:r>
      <w:r w:rsidR="0025139D">
        <w:rPr>
          <w:rFonts w:hint="eastAsia"/>
          <w:sz w:val="22"/>
          <w:szCs w:val="22"/>
        </w:rPr>
        <w:instrText>eq \o\ac(</w:instrText>
      </w:r>
      <w:r w:rsidR="0025139D">
        <w:rPr>
          <w:rFonts w:hint="eastAsia"/>
          <w:sz w:val="22"/>
          <w:szCs w:val="22"/>
        </w:rPr>
        <w:instrText>○</w:instrText>
      </w:r>
      <w:r w:rsidR="0025139D">
        <w:rPr>
          <w:rFonts w:hint="eastAsia"/>
          <w:sz w:val="22"/>
          <w:szCs w:val="22"/>
        </w:rPr>
        <w:instrText>,</w:instrText>
      </w:r>
      <w:r w:rsidR="0025139D" w:rsidRPr="0025139D">
        <w:rPr>
          <w:rFonts w:ascii="ＭＳ 明朝" w:hint="eastAsia"/>
          <w:position w:val="3"/>
          <w:sz w:val="15"/>
          <w:szCs w:val="22"/>
        </w:rPr>
        <w:instrText>印</w:instrText>
      </w:r>
      <w:r w:rsidR="0025139D">
        <w:rPr>
          <w:rFonts w:hint="eastAsia"/>
          <w:sz w:val="22"/>
          <w:szCs w:val="22"/>
        </w:rPr>
        <w:instrText>)</w:instrText>
      </w:r>
      <w:r w:rsidR="0025139D">
        <w:rPr>
          <w:sz w:val="22"/>
          <w:szCs w:val="22"/>
        </w:rPr>
        <w:fldChar w:fldCharType="end"/>
      </w:r>
    </w:p>
    <w:p w14:paraId="37CA4AB4" w14:textId="77777777" w:rsidR="00592878" w:rsidRPr="00A06D5A" w:rsidRDefault="00592878">
      <w:pPr>
        <w:pStyle w:val="a3"/>
        <w:rPr>
          <w:rFonts w:ascii="ＭＳ 明朝" w:hAnsi="ＭＳ 明朝"/>
          <w:spacing w:val="0"/>
          <w:sz w:val="22"/>
          <w:szCs w:val="22"/>
        </w:rPr>
      </w:pPr>
    </w:p>
    <w:p w14:paraId="66A0B90D" w14:textId="77777777" w:rsidR="005C2BDB" w:rsidRPr="00A06D5A" w:rsidRDefault="005C2BDB" w:rsidP="001D2FE1">
      <w:pPr>
        <w:pStyle w:val="a3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【連絡担当者】</w:t>
      </w:r>
    </w:p>
    <w:p w14:paraId="3EE80383" w14:textId="77777777" w:rsidR="005C2BDB" w:rsidRPr="00A06D5A" w:rsidRDefault="005C2BDB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2180"/>
        <w:gridCol w:w="6279"/>
      </w:tblGrid>
      <w:tr w:rsidR="005C2BDB" w:rsidRPr="00A06D5A" w14:paraId="7AB464DA" w14:textId="77777777" w:rsidTr="001D2FE1">
        <w:trPr>
          <w:cantSplit/>
          <w:trHeight w:hRule="exact" w:val="574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5DB7F9F" w14:textId="77777777" w:rsidR="005C2BDB" w:rsidRPr="00A06D5A" w:rsidRDefault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D818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所属・職</w:t>
            </w:r>
          </w:p>
        </w:tc>
        <w:tc>
          <w:tcPr>
            <w:tcW w:w="6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5DE8B0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33C7769A" w14:textId="77777777" w:rsidTr="001D2FE1">
        <w:trPr>
          <w:cantSplit/>
          <w:trHeight w:hRule="exact" w:val="574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8DF2E2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B352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0B4E4C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2A930F86" w14:textId="77777777" w:rsidTr="001D2FE1">
        <w:trPr>
          <w:cantSplit/>
          <w:trHeight w:hRule="exact" w:val="576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1DC63E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F943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4956C8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6F3CEF95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C74B7D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E304" w14:textId="77777777" w:rsidR="005C2BDB" w:rsidRPr="00A06D5A" w:rsidRDefault="00C6330A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FAX</w:t>
            </w:r>
            <w:r w:rsidR="005C2BDB" w:rsidRPr="00A06D5A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BCB371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5C2BDB" w:rsidRPr="00A06D5A" w14:paraId="1FC1AB39" w14:textId="77777777" w:rsidTr="001D2FE1">
        <w:trPr>
          <w:cantSplit/>
          <w:trHeight w:hRule="exact" w:val="578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018F3" w14:textId="77777777" w:rsidR="005C2BDB" w:rsidRPr="00A06D5A" w:rsidRDefault="005C2BDB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D275" w14:textId="77777777" w:rsidR="005C2BDB" w:rsidRPr="00A06D5A" w:rsidRDefault="005C2BDB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cs="Century"/>
                <w:spacing w:val="0"/>
                <w:sz w:val="22"/>
                <w:szCs w:val="22"/>
              </w:rPr>
              <w:t xml:space="preserve"> </w:t>
            </w:r>
            <w:r w:rsidR="003C36EA">
              <w:rPr>
                <w:rFonts w:ascii="ＭＳ 明朝" w:hAnsi="ＭＳ 明朝" w:hint="eastAsia"/>
                <w:sz w:val="22"/>
                <w:szCs w:val="22"/>
              </w:rPr>
              <w:t>E</w:t>
            </w:r>
            <w:r w:rsidRPr="00A06D5A">
              <w:rPr>
                <w:rFonts w:ascii="ＭＳ 明朝" w:hAnsi="ＭＳ 明朝" w:hint="eastAsia"/>
                <w:sz w:val="22"/>
                <w:szCs w:val="22"/>
              </w:rPr>
              <w:t>-mailアドレス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BA479" w14:textId="77777777" w:rsidR="005C2BDB" w:rsidRPr="00A06D5A" w:rsidRDefault="005C2BDB" w:rsidP="005C2BDB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63D26772" w14:textId="77777777" w:rsidR="005C2BDB" w:rsidRPr="00A06D5A" w:rsidRDefault="005C2BDB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19D77408" w14:textId="77777777" w:rsidR="009B1E0D" w:rsidRPr="00A06D5A" w:rsidRDefault="009B1E0D" w:rsidP="009B1E0D">
      <w:pPr>
        <w:rPr>
          <w:rFonts w:ascii="ＭＳ 明朝" w:hAnsi="ＭＳ 明朝"/>
          <w:sz w:val="22"/>
          <w:szCs w:val="22"/>
        </w:rPr>
      </w:pPr>
    </w:p>
    <w:p w14:paraId="798B14CB" w14:textId="693FA3D5" w:rsidR="00AF62EC" w:rsidRPr="007A63C9" w:rsidRDefault="000B7370" w:rsidP="000B7370">
      <w:pPr>
        <w:pStyle w:val="a3"/>
        <w:jc w:val="left"/>
        <w:rPr>
          <w:rFonts w:ascii="ＭＳ 明朝" w:hAnsi="ＭＳ 明朝"/>
          <w:sz w:val="22"/>
          <w:szCs w:val="22"/>
          <w:u w:val="single"/>
        </w:rPr>
      </w:pPr>
      <w:r w:rsidRPr="000F5D47">
        <w:rPr>
          <w:rFonts w:ascii="ＭＳ 明朝" w:hAnsi="ＭＳ 明朝" w:hint="eastAsia"/>
          <w:sz w:val="22"/>
          <w:szCs w:val="22"/>
        </w:rPr>
        <w:t>提出期限：</w:t>
      </w:r>
      <w:r w:rsidR="00D17A26" w:rsidRPr="000F5D47">
        <w:rPr>
          <w:rFonts w:ascii="ＭＳ 明朝" w:hAnsi="ＭＳ 明朝" w:hint="eastAsia"/>
          <w:sz w:val="22"/>
          <w:szCs w:val="22"/>
          <w:u w:val="single"/>
        </w:rPr>
        <w:t>令和</w:t>
      </w:r>
      <w:r w:rsidR="00146F98">
        <w:rPr>
          <w:rFonts w:ascii="ＭＳ 明朝" w:hAnsi="ＭＳ 明朝" w:hint="eastAsia"/>
          <w:sz w:val="22"/>
          <w:szCs w:val="22"/>
          <w:u w:val="single"/>
        </w:rPr>
        <w:t>7</w:t>
      </w:r>
      <w:r w:rsidR="00D17A26" w:rsidRPr="000F5D47">
        <w:rPr>
          <w:rFonts w:ascii="ＭＳ 明朝" w:hAnsi="ＭＳ 明朝" w:hint="eastAsia"/>
          <w:sz w:val="22"/>
          <w:szCs w:val="22"/>
          <w:u w:val="single"/>
        </w:rPr>
        <w:t>年</w:t>
      </w:r>
      <w:r w:rsidR="001E75D6" w:rsidRPr="000F5D47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146F98">
        <w:rPr>
          <w:rFonts w:ascii="ＭＳ 明朝" w:hAnsi="ＭＳ 明朝" w:hint="eastAsia"/>
          <w:sz w:val="22"/>
          <w:szCs w:val="22"/>
          <w:u w:val="single"/>
        </w:rPr>
        <w:t>5</w:t>
      </w:r>
      <w:r w:rsidRPr="000F5D47">
        <w:rPr>
          <w:rFonts w:ascii="ＭＳ 明朝" w:hAnsi="ＭＳ 明朝" w:hint="eastAsia"/>
          <w:sz w:val="22"/>
          <w:szCs w:val="22"/>
          <w:u w:val="single"/>
        </w:rPr>
        <w:t>月</w:t>
      </w:r>
      <w:r w:rsidR="0073441E" w:rsidRPr="000F5D47">
        <w:rPr>
          <w:rFonts w:ascii="ＭＳ 明朝" w:hAnsi="ＭＳ 明朝" w:hint="eastAsia"/>
          <w:sz w:val="22"/>
          <w:szCs w:val="22"/>
          <w:u w:val="single"/>
        </w:rPr>
        <w:t xml:space="preserve"> </w:t>
      </w:r>
      <w:r w:rsidR="00146F98">
        <w:rPr>
          <w:rFonts w:ascii="ＭＳ 明朝" w:hAnsi="ＭＳ 明朝" w:hint="eastAsia"/>
          <w:sz w:val="22"/>
          <w:szCs w:val="22"/>
          <w:u w:val="single"/>
        </w:rPr>
        <w:t>8</w:t>
      </w:r>
      <w:r w:rsidRPr="000F5D47">
        <w:rPr>
          <w:rFonts w:ascii="ＭＳ 明朝" w:hAnsi="ＭＳ 明朝" w:hint="eastAsia"/>
          <w:sz w:val="22"/>
          <w:szCs w:val="22"/>
          <w:u w:val="single"/>
        </w:rPr>
        <w:t>日（</w:t>
      </w:r>
      <w:r w:rsidR="00146F98">
        <w:rPr>
          <w:rFonts w:ascii="ＭＳ 明朝" w:hAnsi="ＭＳ 明朝" w:hint="eastAsia"/>
          <w:sz w:val="22"/>
          <w:szCs w:val="22"/>
          <w:u w:val="single"/>
        </w:rPr>
        <w:t>木</w:t>
      </w:r>
      <w:r w:rsidRPr="000F5D47">
        <w:rPr>
          <w:rFonts w:ascii="ＭＳ 明朝" w:hAnsi="ＭＳ 明朝" w:hint="eastAsia"/>
          <w:sz w:val="22"/>
          <w:szCs w:val="22"/>
          <w:u w:val="single"/>
        </w:rPr>
        <w:t>）15：00必着</w:t>
      </w:r>
    </w:p>
    <w:p w14:paraId="67A9B14C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74038CB2" w14:textId="77777777" w:rsidR="00FC30F0" w:rsidRPr="00A06D5A" w:rsidRDefault="00FC30F0" w:rsidP="00AF62EC">
      <w:pPr>
        <w:pStyle w:val="a3"/>
        <w:rPr>
          <w:rFonts w:ascii="ＭＳ 明朝" w:hAnsi="ＭＳ 明朝"/>
          <w:sz w:val="22"/>
          <w:szCs w:val="22"/>
        </w:rPr>
      </w:pPr>
    </w:p>
    <w:p w14:paraId="47396B9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00E090E4" w14:textId="77777777" w:rsidR="00AF62EC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2232DEE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5AA5D8A7" w14:textId="77777777" w:rsidR="00803C61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27757821" w14:textId="77777777" w:rsidR="00803C61" w:rsidRPr="00A06D5A" w:rsidRDefault="00803C61" w:rsidP="00AF62EC">
      <w:pPr>
        <w:pStyle w:val="a3"/>
        <w:rPr>
          <w:rFonts w:ascii="ＭＳ 明朝" w:hAnsi="ＭＳ 明朝"/>
          <w:sz w:val="22"/>
          <w:szCs w:val="22"/>
        </w:rPr>
      </w:pPr>
    </w:p>
    <w:p w14:paraId="608E4E52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4E5F92CE" w14:textId="77777777" w:rsidR="00D2602C" w:rsidRDefault="00AF62EC" w:rsidP="00D2602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346D11">
        <w:rPr>
          <w:rFonts w:ascii="ＭＳ 明朝" w:hAnsi="ＭＳ 明朝" w:hint="eastAsia"/>
          <w:sz w:val="22"/>
          <w:szCs w:val="22"/>
        </w:rPr>
        <w:lastRenderedPageBreak/>
        <w:t>会社の概要</w:t>
      </w:r>
    </w:p>
    <w:p w14:paraId="438FBBB5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所　在　地：</w:t>
      </w:r>
    </w:p>
    <w:p w14:paraId="7C20E48B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会　社　名：</w:t>
      </w:r>
    </w:p>
    <w:p w14:paraId="14ECA7E1" w14:textId="77777777" w:rsidR="00C6330A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者：　　　　　　　　　　　　</w:t>
      </w:r>
      <w:r w:rsidR="0025139D">
        <w:rPr>
          <w:rFonts w:ascii="ＭＳ 明朝" w:hAnsi="ＭＳ 明朝"/>
          <w:sz w:val="22"/>
          <w:szCs w:val="22"/>
        </w:rPr>
        <w:fldChar w:fldCharType="begin"/>
      </w:r>
      <w:r w:rsidR="0025139D">
        <w:rPr>
          <w:rFonts w:ascii="ＭＳ 明朝" w:hAnsi="ＭＳ 明朝"/>
          <w:sz w:val="22"/>
          <w:szCs w:val="22"/>
        </w:rPr>
        <w:instrText xml:space="preserve"> </w:instrText>
      </w:r>
      <w:r w:rsidR="0025139D">
        <w:rPr>
          <w:rFonts w:ascii="ＭＳ 明朝" w:hAnsi="ＭＳ 明朝" w:hint="eastAsia"/>
          <w:sz w:val="22"/>
          <w:szCs w:val="22"/>
        </w:rPr>
        <w:instrText>eq \o\ac(○,</w:instrText>
      </w:r>
      <w:r w:rsidR="0025139D" w:rsidRPr="0025139D">
        <w:rPr>
          <w:rFonts w:ascii="ＭＳ 明朝" w:hAnsi="ＭＳ 明朝" w:hint="eastAsia"/>
          <w:spacing w:val="0"/>
          <w:position w:val="3"/>
          <w:sz w:val="15"/>
          <w:szCs w:val="22"/>
        </w:rPr>
        <w:instrText>印</w:instrText>
      </w:r>
      <w:r w:rsidR="0025139D">
        <w:rPr>
          <w:rFonts w:ascii="ＭＳ 明朝" w:hAnsi="ＭＳ 明朝" w:hint="eastAsia"/>
          <w:sz w:val="22"/>
          <w:szCs w:val="22"/>
        </w:rPr>
        <w:instrText>)</w:instrText>
      </w:r>
      <w:r w:rsidR="0025139D">
        <w:rPr>
          <w:rFonts w:ascii="ＭＳ 明朝" w:hAnsi="ＭＳ 明朝"/>
          <w:sz w:val="22"/>
          <w:szCs w:val="22"/>
        </w:rPr>
        <w:fldChar w:fldCharType="end"/>
      </w:r>
    </w:p>
    <w:p w14:paraId="55F10E1F" w14:textId="77777777" w:rsidR="00C6330A" w:rsidRPr="00D2602C" w:rsidRDefault="00C6330A" w:rsidP="00C6330A">
      <w:pPr>
        <w:pStyle w:val="a3"/>
        <w:ind w:firstLineChars="200" w:firstLine="444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電　　　話：　　　　　　　　　　　　　　　　FAX：</w:t>
      </w:r>
    </w:p>
    <w:p w14:paraId="1BB79B9F" w14:textId="77777777" w:rsidR="00D2602C" w:rsidRPr="00A06D5A" w:rsidRDefault="00D2602C" w:rsidP="00D2602C">
      <w:pPr>
        <w:pStyle w:val="a3"/>
        <w:ind w:firstLineChars="200" w:firstLine="440"/>
        <w:rPr>
          <w:rFonts w:ascii="ＭＳ 明朝" w:hAnsi="ＭＳ 明朝"/>
          <w:spacing w:val="0"/>
          <w:sz w:val="22"/>
          <w:szCs w:val="22"/>
        </w:rPr>
      </w:pPr>
    </w:p>
    <w:tbl>
      <w:tblPr>
        <w:tblW w:w="893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6"/>
        <w:gridCol w:w="1544"/>
        <w:gridCol w:w="1908"/>
        <w:gridCol w:w="2968"/>
        <w:gridCol w:w="2465"/>
      </w:tblGrid>
      <w:tr w:rsidR="00AF62EC" w:rsidRPr="00A06D5A" w14:paraId="643CD2EF" w14:textId="77777777" w:rsidTr="0073441E">
        <w:trPr>
          <w:cantSplit/>
          <w:trHeight w:hRule="exact" w:val="477"/>
        </w:trPr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DD9ECD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3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60CCC6" w14:textId="59F5FC3A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9CB6C1" w14:textId="4CDA21D9" w:rsidR="00AF62EC" w:rsidRPr="00A06D5A" w:rsidRDefault="00AF62EC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設立年　　　　　　　　年</w:t>
            </w:r>
          </w:p>
        </w:tc>
        <w:tc>
          <w:tcPr>
            <w:tcW w:w="24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F1BB006" w14:textId="6751676F" w:rsidR="00AF62EC" w:rsidRPr="00A06D5A" w:rsidRDefault="00346D11" w:rsidP="0073441E">
            <w:pPr>
              <w:pStyle w:val="a3"/>
              <w:spacing w:before="39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全従業員数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2A36C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AF62EC" w:rsidRPr="00A06D5A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AF62EC" w:rsidRPr="00A06D5A" w14:paraId="005912B9" w14:textId="77777777" w:rsidTr="002A36C8">
        <w:trPr>
          <w:gridAfter w:val="4"/>
          <w:wAfter w:w="8885" w:type="dxa"/>
          <w:cantSplit/>
          <w:trHeight w:hRule="exact" w:val="90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75054D" w14:textId="77777777" w:rsidR="00AF62EC" w:rsidRPr="00A06D5A" w:rsidRDefault="00AF62EC" w:rsidP="00D74054">
            <w:pPr>
              <w:pStyle w:val="a3"/>
              <w:spacing w:before="39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64E769DB" w14:textId="77777777" w:rsidTr="002A36C8">
        <w:trPr>
          <w:cantSplit/>
          <w:trHeight w:hRule="exact" w:val="2102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2FFC13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5FEF" w14:textId="77777777" w:rsidR="00AF62EC" w:rsidRPr="00A06D5A" w:rsidRDefault="00AF62EC" w:rsidP="00D74054">
            <w:pPr>
              <w:pStyle w:val="a3"/>
              <w:spacing w:before="184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73FB45CA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9B13ADE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</w:p>
        </w:tc>
        <w:tc>
          <w:tcPr>
            <w:tcW w:w="73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2BFA1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5261AFA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21E59B6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08762D6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  <w:tr w:rsidR="00AF62EC" w:rsidRPr="00A06D5A" w14:paraId="5784391B" w14:textId="77777777" w:rsidTr="002A36C8">
        <w:trPr>
          <w:cantSplit/>
          <w:trHeight w:hRule="exact" w:val="1445"/>
        </w:trPr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D4E6A8" w14:textId="77777777" w:rsidR="00AF62EC" w:rsidRPr="00A06D5A" w:rsidRDefault="00AF62EC" w:rsidP="00D74054">
            <w:pPr>
              <w:pStyle w:val="a3"/>
              <w:wordWrap/>
              <w:spacing w:line="240" w:lineRule="auto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16FC8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  <w:p w14:paraId="024A20B4" w14:textId="77777777" w:rsidR="00AF62EC" w:rsidRPr="00A06D5A" w:rsidRDefault="00AF62EC" w:rsidP="00D74054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得意分野</w:t>
            </w:r>
          </w:p>
          <w:p w14:paraId="70D55315" w14:textId="77777777" w:rsidR="00AF62EC" w:rsidRPr="00163D5A" w:rsidRDefault="00AF62EC" w:rsidP="00163D5A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06D5A">
              <w:rPr>
                <w:rFonts w:ascii="ＭＳ 明朝" w:hAnsi="ＭＳ 明朝" w:hint="eastAsia"/>
                <w:sz w:val="22"/>
                <w:szCs w:val="22"/>
              </w:rPr>
              <w:t>（業務）</w:t>
            </w:r>
          </w:p>
        </w:tc>
        <w:tc>
          <w:tcPr>
            <w:tcW w:w="734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E14797" w14:textId="77777777" w:rsidR="00AF62EC" w:rsidRPr="00A06D5A" w:rsidRDefault="00AF62EC" w:rsidP="00D74054">
            <w:pPr>
              <w:pStyle w:val="a3"/>
              <w:spacing w:before="184"/>
              <w:rPr>
                <w:rFonts w:ascii="ＭＳ 明朝" w:hAnsi="ＭＳ 明朝"/>
                <w:spacing w:val="0"/>
                <w:sz w:val="22"/>
                <w:szCs w:val="22"/>
              </w:rPr>
            </w:pPr>
          </w:p>
        </w:tc>
      </w:tr>
    </w:tbl>
    <w:p w14:paraId="068FA511" w14:textId="77777777" w:rsidR="00AF62EC" w:rsidRPr="00A06D5A" w:rsidRDefault="00AF62EC" w:rsidP="00AF62EC">
      <w:pPr>
        <w:pStyle w:val="a3"/>
        <w:spacing w:line="184" w:lineRule="exact"/>
        <w:rPr>
          <w:rFonts w:ascii="ＭＳ 明朝" w:hAnsi="ＭＳ 明朝"/>
          <w:spacing w:val="0"/>
          <w:sz w:val="22"/>
          <w:szCs w:val="22"/>
        </w:rPr>
      </w:pPr>
    </w:p>
    <w:p w14:paraId="4FBC3200" w14:textId="77777777" w:rsidR="00346D11" w:rsidRDefault="00346D11" w:rsidP="00AF62EC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※会</w:t>
      </w:r>
      <w:r w:rsidR="00AF62EC" w:rsidRPr="00A06D5A">
        <w:rPr>
          <w:rFonts w:ascii="ＭＳ 明朝" w:hAnsi="ＭＳ 明朝" w:hint="eastAsia"/>
          <w:sz w:val="22"/>
          <w:szCs w:val="22"/>
        </w:rPr>
        <w:t>社組織図を添付してください。</w:t>
      </w:r>
    </w:p>
    <w:p w14:paraId="01D7060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※会社の概要が記載された既存の資料（パンフレット）等があれば添付してください。</w:t>
      </w:r>
    </w:p>
    <w:p w14:paraId="310E7D07" w14:textId="77777777" w:rsidR="00AF62EC" w:rsidRPr="00346D11" w:rsidRDefault="00AF62EC" w:rsidP="00AF62EC">
      <w:pPr>
        <w:pStyle w:val="a3"/>
        <w:rPr>
          <w:rFonts w:ascii="ＭＳ 明朝" w:hAnsi="ＭＳ 明朝"/>
          <w:sz w:val="22"/>
          <w:szCs w:val="22"/>
        </w:rPr>
      </w:pPr>
    </w:p>
    <w:p w14:paraId="13DF4A84" w14:textId="24355F3C" w:rsidR="00AF62EC" w:rsidRPr="00F428CE" w:rsidRDefault="00AF62EC" w:rsidP="004A771C">
      <w:pPr>
        <w:pStyle w:val="a3"/>
        <w:numPr>
          <w:ilvl w:val="0"/>
          <w:numId w:val="2"/>
        </w:numPr>
        <w:rPr>
          <w:rFonts w:ascii="ＭＳ 明朝" w:hAnsi="ＭＳ 明朝"/>
          <w:sz w:val="22"/>
          <w:szCs w:val="22"/>
        </w:rPr>
      </w:pPr>
      <w:r w:rsidRPr="00F428CE">
        <w:rPr>
          <w:rFonts w:ascii="ＭＳ 明朝" w:hAnsi="ＭＳ 明朝" w:hint="eastAsia"/>
          <w:sz w:val="22"/>
          <w:szCs w:val="22"/>
        </w:rPr>
        <w:t>過去に官公庁及び関係団体から</w:t>
      </w:r>
      <w:r w:rsidR="009C7206" w:rsidRPr="00F428CE">
        <w:rPr>
          <w:rFonts w:ascii="ＭＳ 明朝" w:hAnsi="ＭＳ 明朝" w:hint="eastAsia"/>
          <w:sz w:val="22"/>
          <w:szCs w:val="22"/>
        </w:rPr>
        <w:t>受注</w:t>
      </w:r>
      <w:r w:rsidRPr="00F428CE">
        <w:rPr>
          <w:rFonts w:ascii="ＭＳ 明朝" w:hAnsi="ＭＳ 明朝" w:hint="eastAsia"/>
          <w:sz w:val="22"/>
          <w:szCs w:val="22"/>
        </w:rPr>
        <w:t>した</w:t>
      </w:r>
      <w:r w:rsidR="0056682E" w:rsidRPr="00F428CE">
        <w:rPr>
          <w:rFonts w:ascii="ＭＳ 明朝" w:hAnsi="ＭＳ 明朝" w:hint="eastAsia"/>
          <w:sz w:val="22"/>
          <w:szCs w:val="22"/>
        </w:rPr>
        <w:t>同類事業</w:t>
      </w:r>
      <w:r w:rsidRPr="00F428CE">
        <w:rPr>
          <w:rFonts w:ascii="ＭＳ 明朝" w:hAnsi="ＭＳ 明朝" w:hint="eastAsia"/>
          <w:sz w:val="22"/>
          <w:szCs w:val="22"/>
        </w:rPr>
        <w:t>内容の実績（沖縄県内または他都道府県）</w:t>
      </w:r>
      <w:r w:rsidR="002E7946">
        <w:rPr>
          <w:rFonts w:ascii="ＭＳ 明朝" w:hAnsi="ＭＳ 明朝" w:hint="eastAsia"/>
          <w:sz w:val="22"/>
          <w:szCs w:val="22"/>
        </w:rPr>
        <w:t>令和</w:t>
      </w:r>
      <w:r w:rsidR="00146F98">
        <w:rPr>
          <w:rFonts w:ascii="ＭＳ 明朝" w:hAnsi="ＭＳ 明朝" w:hint="eastAsia"/>
          <w:sz w:val="22"/>
          <w:szCs w:val="22"/>
        </w:rPr>
        <w:t>2</w:t>
      </w:r>
      <w:r w:rsidRPr="00F428CE">
        <w:rPr>
          <w:rFonts w:ascii="ＭＳ 明朝" w:hAnsi="ＭＳ 明朝" w:hint="eastAsia"/>
          <w:sz w:val="22"/>
          <w:szCs w:val="22"/>
        </w:rPr>
        <w:t>年度から</w:t>
      </w:r>
      <w:r w:rsidR="00D31C0D">
        <w:rPr>
          <w:rFonts w:ascii="ＭＳ 明朝" w:hAnsi="ＭＳ 明朝" w:hint="eastAsia"/>
          <w:sz w:val="22"/>
          <w:szCs w:val="22"/>
        </w:rPr>
        <w:t>令和</w:t>
      </w:r>
      <w:r w:rsidR="00146F98">
        <w:rPr>
          <w:rFonts w:ascii="ＭＳ 明朝" w:hAnsi="ＭＳ 明朝" w:hint="eastAsia"/>
          <w:sz w:val="22"/>
          <w:szCs w:val="22"/>
        </w:rPr>
        <w:t>6</w:t>
      </w:r>
      <w:r w:rsidR="001E75D6">
        <w:rPr>
          <w:rFonts w:ascii="ＭＳ 明朝" w:hAnsi="ＭＳ 明朝" w:hint="eastAsia"/>
          <w:sz w:val="22"/>
          <w:szCs w:val="22"/>
        </w:rPr>
        <w:t>年度</w:t>
      </w:r>
      <w:r w:rsidRPr="00F428CE">
        <w:rPr>
          <w:rFonts w:ascii="ＭＳ 明朝" w:hAnsi="ＭＳ 明朝" w:hint="eastAsia"/>
          <w:sz w:val="22"/>
          <w:szCs w:val="22"/>
        </w:rPr>
        <w:t>までに受託した事業で、事業規模の大きなものから順に記入</w:t>
      </w:r>
      <w:r w:rsidR="00A53BE3" w:rsidRPr="00F428CE">
        <w:rPr>
          <w:rFonts w:ascii="ＭＳ 明朝" w:hAnsi="ＭＳ 明朝" w:hint="eastAsia"/>
          <w:sz w:val="22"/>
          <w:szCs w:val="22"/>
        </w:rPr>
        <w:t>して</w:t>
      </w:r>
      <w:r w:rsidRPr="00F428CE">
        <w:rPr>
          <w:rFonts w:ascii="ＭＳ 明朝" w:hAnsi="ＭＳ 明朝" w:hint="eastAsia"/>
          <w:sz w:val="22"/>
          <w:szCs w:val="22"/>
        </w:rPr>
        <w:t>ください。</w:t>
      </w:r>
    </w:p>
    <w:p w14:paraId="783A73AE" w14:textId="77777777" w:rsidR="00AF62EC" w:rsidRPr="00CE1F1E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7574D03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  <w:r w:rsidRPr="00A06D5A">
        <w:rPr>
          <w:rFonts w:ascii="ＭＳ 明朝" w:hAnsi="ＭＳ 明朝" w:hint="eastAsia"/>
          <w:spacing w:val="0"/>
          <w:sz w:val="22"/>
          <w:szCs w:val="22"/>
        </w:rPr>
        <w:t xml:space="preserve">　</w:t>
      </w:r>
    </w:p>
    <w:p w14:paraId="1D64F7D8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323"/>
        <w:gridCol w:w="1726"/>
        <w:gridCol w:w="1728"/>
        <w:gridCol w:w="1728"/>
      </w:tblGrid>
      <w:tr w:rsidR="00EB52D0" w:rsidRPr="00695AEC" w14:paraId="715A16F9" w14:textId="77777777" w:rsidTr="002E7946">
        <w:trPr>
          <w:jc w:val="center"/>
        </w:trPr>
        <w:tc>
          <w:tcPr>
            <w:tcW w:w="1555" w:type="dxa"/>
            <w:shd w:val="clear" w:color="auto" w:fill="auto"/>
          </w:tcPr>
          <w:p w14:paraId="4584EAEA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734FDDC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66FB9525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3" w:type="dxa"/>
            <w:shd w:val="clear" w:color="auto" w:fill="auto"/>
          </w:tcPr>
          <w:p w14:paraId="5C959D6F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2C581DD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1E13F39F" w14:textId="77777777" w:rsidR="00163D5A" w:rsidRPr="00695AEC" w:rsidRDefault="00163D5A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6" w:type="dxa"/>
            <w:shd w:val="clear" w:color="auto" w:fill="auto"/>
          </w:tcPr>
          <w:p w14:paraId="7E75E9CF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C979C3E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印刷物の名称</w:t>
            </w:r>
          </w:p>
        </w:tc>
        <w:tc>
          <w:tcPr>
            <w:tcW w:w="1728" w:type="dxa"/>
            <w:shd w:val="clear" w:color="auto" w:fill="auto"/>
          </w:tcPr>
          <w:p w14:paraId="2F51BBAF" w14:textId="77777777" w:rsidR="00EB52D0" w:rsidRPr="00695AEC" w:rsidRDefault="00EB52D0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D99F526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465EA512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>チラシ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>など)</w:t>
            </w:r>
          </w:p>
        </w:tc>
        <w:tc>
          <w:tcPr>
            <w:tcW w:w="1728" w:type="dxa"/>
            <w:shd w:val="clear" w:color="auto" w:fill="auto"/>
          </w:tcPr>
          <w:p w14:paraId="37EF7D87" w14:textId="77777777" w:rsidR="00EB52D0" w:rsidRPr="00695AEC" w:rsidRDefault="00EB52D0" w:rsidP="00271BE7">
            <w:pPr>
              <w:pStyle w:val="a3"/>
              <w:spacing w:line="1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9AF83A6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5D5A6ED0" w14:textId="77777777" w:rsidR="00EB52D0" w:rsidRPr="00695AEC" w:rsidRDefault="00EB52D0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EB52D0" w:rsidRPr="00695AEC" w14:paraId="7F43B51A" w14:textId="77777777" w:rsidTr="002E7946">
        <w:trPr>
          <w:jc w:val="center"/>
        </w:trPr>
        <w:tc>
          <w:tcPr>
            <w:tcW w:w="1555" w:type="dxa"/>
            <w:shd w:val="clear" w:color="auto" w:fill="auto"/>
          </w:tcPr>
          <w:p w14:paraId="28304080" w14:textId="77777777" w:rsidR="00163D5A" w:rsidRPr="00695AEC" w:rsidRDefault="00163D5A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5E2733A8" w14:textId="1D089017" w:rsidR="00163D5A" w:rsidRPr="00695AEC" w:rsidRDefault="00643F6E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163D5A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20F5A6F9" w14:textId="77777777" w:rsidR="007E0BF6" w:rsidRPr="00695AEC" w:rsidRDefault="007E0BF6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3" w:type="dxa"/>
            <w:shd w:val="clear" w:color="auto" w:fill="auto"/>
          </w:tcPr>
          <w:p w14:paraId="0B136A5D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6" w:type="dxa"/>
            <w:shd w:val="clear" w:color="auto" w:fill="auto"/>
          </w:tcPr>
          <w:p w14:paraId="02E42557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05792CE3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14BBAF60" w14:textId="77777777" w:rsidR="00EB52D0" w:rsidRPr="00695AEC" w:rsidRDefault="00EB52D0" w:rsidP="00AF62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599FDD40" w14:textId="77777777" w:rsidTr="002E7946">
        <w:trPr>
          <w:jc w:val="center"/>
        </w:trPr>
        <w:tc>
          <w:tcPr>
            <w:tcW w:w="1555" w:type="dxa"/>
            <w:shd w:val="clear" w:color="auto" w:fill="auto"/>
          </w:tcPr>
          <w:p w14:paraId="6387A316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23A69F9" w14:textId="6C8C74EE" w:rsidR="00643F6E" w:rsidRPr="00695AEC" w:rsidRDefault="00643F6E" w:rsidP="00643F6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3F29BD57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3" w:type="dxa"/>
            <w:shd w:val="clear" w:color="auto" w:fill="auto"/>
          </w:tcPr>
          <w:p w14:paraId="3F518028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6" w:type="dxa"/>
            <w:shd w:val="clear" w:color="auto" w:fill="auto"/>
          </w:tcPr>
          <w:p w14:paraId="34AE584C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1F7E2651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4590A893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16E724C5" w14:textId="77777777" w:rsidTr="002E7946">
        <w:trPr>
          <w:jc w:val="center"/>
        </w:trPr>
        <w:tc>
          <w:tcPr>
            <w:tcW w:w="1555" w:type="dxa"/>
            <w:shd w:val="clear" w:color="auto" w:fill="auto"/>
          </w:tcPr>
          <w:p w14:paraId="64F7D5E3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0BBB352A" w14:textId="636EBF9A" w:rsidR="00643F6E" w:rsidRPr="00695AEC" w:rsidRDefault="00643F6E" w:rsidP="00643F6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1AED195F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3" w:type="dxa"/>
            <w:shd w:val="clear" w:color="auto" w:fill="auto"/>
          </w:tcPr>
          <w:p w14:paraId="14F31147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6" w:type="dxa"/>
            <w:shd w:val="clear" w:color="auto" w:fill="auto"/>
          </w:tcPr>
          <w:p w14:paraId="4BEA9A5F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02311697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303C5DCC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3D5A" w:rsidRPr="00695AEC" w14:paraId="35059450" w14:textId="77777777" w:rsidTr="002E7946">
        <w:trPr>
          <w:jc w:val="center"/>
        </w:trPr>
        <w:tc>
          <w:tcPr>
            <w:tcW w:w="1555" w:type="dxa"/>
            <w:shd w:val="clear" w:color="auto" w:fill="auto"/>
          </w:tcPr>
          <w:p w14:paraId="3C7A52E3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E933784" w14:textId="2AB95B93" w:rsidR="00643F6E" w:rsidRPr="00695AEC" w:rsidRDefault="00643F6E" w:rsidP="00643F6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8656CFB" w14:textId="77777777" w:rsidR="007E0BF6" w:rsidRPr="00695AEC" w:rsidRDefault="007E0BF6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323" w:type="dxa"/>
            <w:shd w:val="clear" w:color="auto" w:fill="auto"/>
          </w:tcPr>
          <w:p w14:paraId="1612C4A2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6" w:type="dxa"/>
            <w:shd w:val="clear" w:color="auto" w:fill="auto"/>
          </w:tcPr>
          <w:p w14:paraId="690E4075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62CBBEE4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28" w:type="dxa"/>
            <w:shd w:val="clear" w:color="auto" w:fill="auto"/>
          </w:tcPr>
          <w:p w14:paraId="3D670A5E" w14:textId="77777777" w:rsidR="00163D5A" w:rsidRPr="00695AEC" w:rsidRDefault="00163D5A" w:rsidP="00163D5A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2178493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B45C821" w14:textId="77777777" w:rsidR="00C6330A" w:rsidRDefault="00C6330A" w:rsidP="00AF62EC">
      <w:pPr>
        <w:pStyle w:val="a3"/>
        <w:rPr>
          <w:rFonts w:ascii="ＭＳ 明朝" w:hAnsi="ＭＳ 明朝"/>
          <w:sz w:val="22"/>
          <w:szCs w:val="22"/>
        </w:rPr>
      </w:pPr>
    </w:p>
    <w:p w14:paraId="4F1B73D4" w14:textId="77777777" w:rsidR="00AF62EC" w:rsidRPr="00A06D5A" w:rsidRDefault="00AF62EC" w:rsidP="00AF62EC">
      <w:pPr>
        <w:pStyle w:val="a3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lastRenderedPageBreak/>
        <w:t>3．現在の業務受注状況</w:t>
      </w:r>
    </w:p>
    <w:p w14:paraId="6B375DAF" w14:textId="67DA447D" w:rsidR="00AF62EC" w:rsidRPr="00A06D5A" w:rsidRDefault="00F428CE" w:rsidP="007F7A56">
      <w:pPr>
        <w:pStyle w:val="a3"/>
        <w:ind w:left="2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本書類</w:t>
      </w:r>
      <w:r w:rsidRPr="005B1496">
        <w:rPr>
          <w:rFonts w:ascii="ＭＳ 明朝" w:hAnsi="ＭＳ 明朝" w:hint="eastAsia"/>
          <w:sz w:val="22"/>
          <w:szCs w:val="22"/>
        </w:rPr>
        <w:t>の提出日から</w:t>
      </w:r>
      <w:r w:rsidR="0056682E" w:rsidRPr="005B1496">
        <w:rPr>
          <w:rFonts w:ascii="ＭＳ 明朝" w:hAnsi="ＭＳ 明朝" w:hint="eastAsia"/>
          <w:sz w:val="22"/>
          <w:szCs w:val="22"/>
        </w:rPr>
        <w:t>、</w:t>
      </w:r>
      <w:r w:rsidR="0025139D" w:rsidRPr="005B1496">
        <w:rPr>
          <w:rFonts w:ascii="ＭＳ 明朝" w:hAnsi="ＭＳ 明朝" w:hint="eastAsia"/>
          <w:sz w:val="22"/>
          <w:szCs w:val="22"/>
        </w:rPr>
        <w:t>令和</w:t>
      </w:r>
      <w:r w:rsidR="00146F98">
        <w:rPr>
          <w:rFonts w:ascii="ＭＳ 明朝" w:hAnsi="ＭＳ 明朝" w:hint="eastAsia"/>
          <w:sz w:val="22"/>
          <w:szCs w:val="22"/>
        </w:rPr>
        <w:t>8</w:t>
      </w:r>
      <w:r w:rsidR="00AF62EC" w:rsidRPr="005B1496">
        <w:rPr>
          <w:rFonts w:ascii="ＭＳ 明朝" w:hAnsi="ＭＳ 明朝" w:hint="eastAsia"/>
          <w:sz w:val="22"/>
          <w:szCs w:val="22"/>
        </w:rPr>
        <w:t>年</w:t>
      </w:r>
      <w:r w:rsidR="0056682E" w:rsidRPr="005B1496">
        <w:rPr>
          <w:rFonts w:ascii="ＭＳ 明朝" w:hAnsi="ＭＳ 明朝" w:hint="eastAsia"/>
          <w:sz w:val="22"/>
          <w:szCs w:val="22"/>
        </w:rPr>
        <w:t>3月</w:t>
      </w:r>
      <w:r w:rsidR="00604A68" w:rsidRPr="005B1496">
        <w:rPr>
          <w:rFonts w:ascii="ＭＳ 明朝" w:hAnsi="ＭＳ 明朝" w:hint="eastAsia"/>
          <w:sz w:val="22"/>
          <w:szCs w:val="22"/>
        </w:rPr>
        <w:t>31</w:t>
      </w:r>
      <w:r w:rsidR="00AF62EC" w:rsidRPr="005B1496">
        <w:rPr>
          <w:rFonts w:ascii="ＭＳ 明朝" w:hAnsi="ＭＳ 明朝" w:hint="eastAsia"/>
          <w:sz w:val="22"/>
          <w:szCs w:val="22"/>
        </w:rPr>
        <w:t>日まで</w:t>
      </w:r>
      <w:r w:rsidR="00AF62EC" w:rsidRPr="00A06D5A">
        <w:rPr>
          <w:rFonts w:ascii="ＭＳ 明朝" w:hAnsi="ＭＳ 明朝" w:hint="eastAsia"/>
          <w:sz w:val="22"/>
          <w:szCs w:val="22"/>
        </w:rPr>
        <w:t>に官公庁</w:t>
      </w:r>
      <w:r w:rsidR="00604A68" w:rsidRPr="00A06D5A">
        <w:rPr>
          <w:rFonts w:ascii="ＭＳ 明朝" w:hAnsi="ＭＳ 明朝" w:hint="eastAsia"/>
          <w:sz w:val="22"/>
          <w:szCs w:val="22"/>
        </w:rPr>
        <w:t>及び関係団体から</w:t>
      </w:r>
      <w:r>
        <w:rPr>
          <w:rFonts w:ascii="ＭＳ 明朝" w:hAnsi="ＭＳ 明朝" w:hint="eastAsia"/>
          <w:sz w:val="22"/>
          <w:szCs w:val="22"/>
        </w:rPr>
        <w:t>の委託を受けて業務を行う事業について、事業規模の大きなものから順に記入してください。</w:t>
      </w:r>
    </w:p>
    <w:p w14:paraId="46120254" w14:textId="77777777" w:rsidR="00AF62EC" w:rsidRPr="00A06D5A" w:rsidRDefault="00AF62EC" w:rsidP="00AF62EC">
      <w:pPr>
        <w:pStyle w:val="a3"/>
        <w:spacing w:line="105" w:lineRule="exact"/>
        <w:rPr>
          <w:rFonts w:ascii="ＭＳ 明朝" w:hAnsi="ＭＳ 明朝"/>
          <w:spacing w:val="0"/>
          <w:sz w:val="22"/>
          <w:szCs w:val="22"/>
        </w:rPr>
      </w:pPr>
    </w:p>
    <w:p w14:paraId="3BF01ED1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p w14:paraId="05DB0AA7" w14:textId="77777777" w:rsidR="00AF62EC" w:rsidRPr="00A06D5A" w:rsidRDefault="00AF62EC" w:rsidP="00AF62EC">
      <w:pPr>
        <w:pStyle w:val="a3"/>
        <w:spacing w:line="39" w:lineRule="exact"/>
        <w:rPr>
          <w:rFonts w:ascii="ＭＳ 明朝" w:hAnsi="ＭＳ 明朝"/>
          <w:spacing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F7A56" w:rsidRPr="00695AEC" w14:paraId="23D34751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3F344A2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40DE82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受注年月日</w:t>
            </w:r>
          </w:p>
          <w:p w14:paraId="348FF12B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123BFA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37C835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  <w:p w14:paraId="7AC7B5B6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5A92F2CA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27909F8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印刷物の名称</w:t>
            </w:r>
          </w:p>
        </w:tc>
        <w:tc>
          <w:tcPr>
            <w:tcW w:w="1741" w:type="dxa"/>
            <w:shd w:val="clear" w:color="auto" w:fill="auto"/>
          </w:tcPr>
          <w:p w14:paraId="0880601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FF30289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  <w:p w14:paraId="68B513BD" w14:textId="77777777" w:rsidR="007F7A56" w:rsidRPr="00695AEC" w:rsidRDefault="007F7A56" w:rsidP="00F428CE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5C32EED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BEBF7D7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事業規模</w:t>
            </w:r>
          </w:p>
          <w:p w14:paraId="168FC05C" w14:textId="77777777" w:rsidR="007F7A56" w:rsidRPr="00695AEC" w:rsidRDefault="007F7A56" w:rsidP="00695AEC">
            <w:pPr>
              <w:pStyle w:val="a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95AEC">
              <w:rPr>
                <w:rFonts w:ascii="ＭＳ 明朝" w:hAnsi="ＭＳ 明朝" w:hint="eastAsia"/>
                <w:sz w:val="22"/>
                <w:szCs w:val="22"/>
              </w:rPr>
              <w:t>(受注金額)</w:t>
            </w:r>
          </w:p>
        </w:tc>
      </w:tr>
      <w:tr w:rsidR="007F7A56" w:rsidRPr="00695AEC" w14:paraId="71ACE6F8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7B63A33F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387AAA43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54E2A84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65E80C4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427E91E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CB1302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4920A9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42E7237B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1125A711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C86EB19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0EF61991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23F9058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2B912A14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7B081E40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017D670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55D2E5B1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384903A5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641DADB3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9DA748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78276DA3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1BA6096B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4BC40372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39C50162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7A56" w:rsidRPr="00695AEC" w14:paraId="32C50F83" w14:textId="77777777" w:rsidTr="00695AEC">
        <w:trPr>
          <w:jc w:val="center"/>
        </w:trPr>
        <w:tc>
          <w:tcPr>
            <w:tcW w:w="1740" w:type="dxa"/>
            <w:shd w:val="clear" w:color="auto" w:fill="auto"/>
          </w:tcPr>
          <w:p w14:paraId="16C29005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  <w:p w14:paraId="411BC5B1" w14:textId="77777777" w:rsidR="007F7A56" w:rsidRPr="00695AEC" w:rsidRDefault="00D27BF4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7F7A56" w:rsidRPr="00695AEC">
              <w:rPr>
                <w:rFonts w:ascii="ＭＳ 明朝" w:hAnsi="ＭＳ 明朝" w:hint="eastAsia"/>
                <w:sz w:val="22"/>
                <w:szCs w:val="22"/>
              </w:rPr>
              <w:t xml:space="preserve">　　　年</w:t>
            </w:r>
          </w:p>
          <w:p w14:paraId="617BE1C7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68917E42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0" w:type="dxa"/>
            <w:shd w:val="clear" w:color="auto" w:fill="auto"/>
          </w:tcPr>
          <w:p w14:paraId="30A5AA8E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5E8CD7BC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41" w:type="dxa"/>
            <w:shd w:val="clear" w:color="auto" w:fill="auto"/>
          </w:tcPr>
          <w:p w14:paraId="5C3D3271" w14:textId="77777777" w:rsidR="007F7A56" w:rsidRPr="00695AEC" w:rsidRDefault="007F7A56" w:rsidP="00695AEC">
            <w:pPr>
              <w:pStyle w:val="a3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CF0F519" w14:textId="77777777" w:rsidR="004B7516" w:rsidRDefault="004B7516">
      <w:pPr>
        <w:pStyle w:val="a3"/>
        <w:rPr>
          <w:rFonts w:ascii="ＭＳ 明朝" w:hAnsi="ＭＳ 明朝"/>
          <w:sz w:val="22"/>
          <w:szCs w:val="22"/>
        </w:rPr>
      </w:pPr>
    </w:p>
    <w:p w14:paraId="52F7981F" w14:textId="77777777" w:rsidR="00803C61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7F93C782" w14:textId="77777777" w:rsidR="00803C61" w:rsidRPr="00A06D5A" w:rsidRDefault="00803C61">
      <w:pPr>
        <w:pStyle w:val="a3"/>
        <w:rPr>
          <w:rFonts w:ascii="ＭＳ 明朝" w:hAnsi="ＭＳ 明朝"/>
          <w:sz w:val="22"/>
          <w:szCs w:val="22"/>
        </w:rPr>
      </w:pPr>
    </w:p>
    <w:p w14:paraId="6359B5CB" w14:textId="77777777" w:rsidR="007F7A56" w:rsidRPr="007F7A56" w:rsidRDefault="007F7A56" w:rsidP="007F7A56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 w:cs="ＭＳ 明朝"/>
          <w:spacing w:val="1"/>
          <w:kern w:val="0"/>
          <w:sz w:val="22"/>
          <w:szCs w:val="22"/>
        </w:rPr>
      </w:pPr>
      <w:r w:rsidRPr="007F7A56">
        <w:rPr>
          <w:rFonts w:ascii="ＭＳ 明朝" w:hAnsi="ＭＳ 明朝" w:cs="ＭＳ 明朝" w:hint="eastAsia"/>
          <w:spacing w:val="1"/>
          <w:kern w:val="0"/>
          <w:sz w:val="22"/>
          <w:szCs w:val="22"/>
        </w:rPr>
        <w:t>■提出先：</w:t>
      </w:r>
    </w:p>
    <w:p w14:paraId="03A0186C" w14:textId="77777777" w:rsidR="0032086A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〒901-0152</w:t>
      </w:r>
    </w:p>
    <w:p w14:paraId="2FD59B63" w14:textId="71B32912" w:rsidR="0025139D" w:rsidRDefault="0025139D" w:rsidP="0025139D">
      <w:pPr>
        <w:pStyle w:val="ab"/>
        <w:ind w:leftChars="0" w:left="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沖縄県那覇市小禄1831番地1　</w:t>
      </w:r>
      <w:r w:rsidR="00281AF6">
        <w:rPr>
          <w:rFonts w:ascii="ＭＳ 明朝" w:hAnsi="ＭＳ 明朝" w:hint="eastAsia"/>
          <w:sz w:val="22"/>
        </w:rPr>
        <w:t>沖縄</w:t>
      </w:r>
      <w:r>
        <w:rPr>
          <w:rFonts w:ascii="ＭＳ 明朝" w:hAnsi="ＭＳ 明朝" w:hint="eastAsia"/>
          <w:sz w:val="22"/>
        </w:rPr>
        <w:t>産業支援センター2階</w:t>
      </w:r>
    </w:p>
    <w:p w14:paraId="30B6E8A0" w14:textId="77777777" w:rsidR="00A53BE3" w:rsidRDefault="007F7A56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 w:rsidRPr="007F7A56">
        <w:rPr>
          <w:rFonts w:ascii="ＭＳ 明朝" w:hAnsi="ＭＳ 明朝" w:hint="eastAsia"/>
          <w:sz w:val="22"/>
          <w:szCs w:val="22"/>
        </w:rPr>
        <w:t>一般財団法人沖縄観光コンベンションビューロー</w:t>
      </w:r>
    </w:p>
    <w:p w14:paraId="74071CC9" w14:textId="3B824BB9" w:rsidR="00592878" w:rsidRPr="0032086A" w:rsidRDefault="004F26BC" w:rsidP="0032086A">
      <w:pPr>
        <w:wordWrap w:val="0"/>
        <w:autoSpaceDE w:val="0"/>
        <w:autoSpaceDN w:val="0"/>
        <w:adjustRightInd w:val="0"/>
        <w:spacing w:line="28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国内</w:t>
      </w:r>
      <w:r w:rsidR="00B91DC4">
        <w:rPr>
          <w:rFonts w:ascii="ＭＳ 明朝" w:hAnsi="ＭＳ 明朝" w:hint="eastAsia"/>
          <w:sz w:val="22"/>
          <w:szCs w:val="22"/>
        </w:rPr>
        <w:t>事業部</w:t>
      </w:r>
      <w:r w:rsidR="007F7A56" w:rsidRPr="007F7A56">
        <w:rPr>
          <w:rFonts w:ascii="ＭＳ 明朝" w:hAnsi="ＭＳ 明朝" w:hint="eastAsia"/>
          <w:sz w:val="22"/>
          <w:szCs w:val="22"/>
        </w:rPr>
        <w:t xml:space="preserve">　</w:t>
      </w:r>
      <w:r w:rsidR="00B91DC4">
        <w:rPr>
          <w:rFonts w:ascii="ＭＳ 明朝" w:hAnsi="ＭＳ 明朝" w:hint="eastAsia"/>
          <w:sz w:val="22"/>
          <w:szCs w:val="22"/>
        </w:rPr>
        <w:t>受入推進課</w:t>
      </w:r>
      <w:r w:rsidR="0032086A">
        <w:rPr>
          <w:rFonts w:ascii="ＭＳ 明朝" w:hAnsi="ＭＳ 明朝" w:hint="eastAsia"/>
          <w:sz w:val="22"/>
          <w:szCs w:val="22"/>
        </w:rPr>
        <w:t xml:space="preserve">　</w:t>
      </w:r>
      <w:r w:rsidR="00592878" w:rsidRPr="007F7A56">
        <w:rPr>
          <w:rFonts w:ascii="ＭＳ 明朝" w:hAnsi="ＭＳ 明朝" w:hint="eastAsia"/>
          <w:sz w:val="22"/>
        </w:rPr>
        <w:t>担当</w:t>
      </w:r>
      <w:r w:rsidR="00EC56AB">
        <w:rPr>
          <w:rFonts w:ascii="ＭＳ 明朝" w:hAnsi="ＭＳ 明朝" w:hint="eastAsia"/>
          <w:sz w:val="22"/>
        </w:rPr>
        <w:t>：</w:t>
      </w:r>
      <w:r w:rsidR="009D1228">
        <w:rPr>
          <w:rFonts w:ascii="ＭＳ 明朝" w:hAnsi="ＭＳ 明朝" w:hint="eastAsia"/>
          <w:sz w:val="22"/>
        </w:rPr>
        <w:t>西表／</w:t>
      </w:r>
      <w:r w:rsidR="002E7946">
        <w:rPr>
          <w:rFonts w:ascii="ＭＳ 明朝" w:hAnsi="ＭＳ 明朝" w:hint="eastAsia"/>
          <w:sz w:val="22"/>
        </w:rPr>
        <w:t>山城</w:t>
      </w:r>
    </w:p>
    <w:p w14:paraId="4FE842FB" w14:textId="77777777" w:rsidR="00B209AD" w:rsidRPr="00643F6E" w:rsidRDefault="00B209AD" w:rsidP="0032086A">
      <w:pPr>
        <w:pStyle w:val="ab"/>
        <w:ind w:leftChars="0" w:left="0"/>
        <w:rPr>
          <w:rFonts w:ascii="ＭＳ 明朝" w:hAnsi="ＭＳ 明朝"/>
          <w:sz w:val="22"/>
        </w:rPr>
      </w:pPr>
    </w:p>
    <w:p w14:paraId="1C5E69AF" w14:textId="77777777" w:rsidR="005C2BDB" w:rsidRPr="00803C61" w:rsidRDefault="005C2BDB" w:rsidP="00803C61">
      <w:pPr>
        <w:wordWrap w:val="0"/>
        <w:autoSpaceDE w:val="0"/>
        <w:autoSpaceDN w:val="0"/>
        <w:adjustRightInd w:val="0"/>
        <w:spacing w:line="289" w:lineRule="exact"/>
        <w:rPr>
          <w:rFonts w:cs="ＭＳ 明朝"/>
          <w:spacing w:val="1"/>
          <w:kern w:val="0"/>
          <w:sz w:val="22"/>
          <w:szCs w:val="22"/>
        </w:rPr>
      </w:pPr>
    </w:p>
    <w:sectPr w:rsidR="005C2BDB" w:rsidRPr="00803C61" w:rsidSect="007F7A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8" w:bottom="1701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FCC9F" w14:textId="77777777" w:rsidR="00B2486B" w:rsidRDefault="00B2486B" w:rsidP="004B7516">
      <w:r>
        <w:separator/>
      </w:r>
    </w:p>
  </w:endnote>
  <w:endnote w:type="continuationSeparator" w:id="0">
    <w:p w14:paraId="1633D1AD" w14:textId="77777777" w:rsidR="00B2486B" w:rsidRDefault="00B2486B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63E43" w14:textId="77777777" w:rsidR="006543D1" w:rsidRDefault="006543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E7598" w14:textId="77777777"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B21877">
      <w:rPr>
        <w:b/>
        <w:noProof/>
      </w:rPr>
      <w:t>1</w:t>
    </w:r>
    <w:r>
      <w:rPr>
        <w:b/>
        <w:sz w:val="24"/>
      </w:rPr>
      <w:fldChar w:fldCharType="end"/>
    </w:r>
    <w:r>
      <w:rPr>
        <w:lang w:val="ja-JP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B21877">
      <w:rPr>
        <w:b/>
        <w:noProof/>
      </w:rPr>
      <w:t>3</w:t>
    </w:r>
    <w:r>
      <w:rPr>
        <w:b/>
        <w:sz w:val="24"/>
      </w:rPr>
      <w:fldChar w:fldCharType="end"/>
    </w:r>
  </w:p>
  <w:p w14:paraId="67222594" w14:textId="77777777" w:rsidR="001E4392" w:rsidRDefault="001E439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DB05C" w14:textId="77777777" w:rsidR="006543D1" w:rsidRDefault="006543D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91186" w14:textId="77777777" w:rsidR="00B2486B" w:rsidRDefault="00B2486B" w:rsidP="004B7516">
      <w:r>
        <w:separator/>
      </w:r>
    </w:p>
  </w:footnote>
  <w:footnote w:type="continuationSeparator" w:id="0">
    <w:p w14:paraId="590D6CEC" w14:textId="77777777" w:rsidR="00B2486B" w:rsidRDefault="00B2486B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5DE5F" w14:textId="0006D4CF" w:rsidR="00A97003" w:rsidRDefault="00A9700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1C2D5" w14:textId="211EA899" w:rsidR="00803C61" w:rsidRDefault="00A06D5A" w:rsidP="00803C61">
    <w:pPr>
      <w:pStyle w:val="a3"/>
      <w:jc w:val="left"/>
      <w:rPr>
        <w:rFonts w:ascii="ＭＳ 明朝" w:hAnsi="ＭＳ 明朝"/>
        <w:color w:val="FF0000"/>
        <w:sz w:val="22"/>
        <w:szCs w:val="22"/>
        <w:highlight w:val="yellow"/>
        <w:bdr w:val="single" w:sz="4" w:space="0" w:color="auto"/>
      </w:rPr>
    </w:pPr>
    <w:r w:rsidRPr="00A06D5A">
      <w:rPr>
        <w:rFonts w:ascii="ＭＳ 明朝" w:hAnsi="ＭＳ 明朝" w:hint="eastAsia"/>
      </w:rPr>
      <w:t>(様式1)</w:t>
    </w:r>
    <w:r w:rsidR="00803C61">
      <w:rPr>
        <w:rFonts w:ascii="ＭＳ 明朝" w:hAnsi="ＭＳ 明朝" w:hint="eastAsia"/>
      </w:rPr>
      <w:t xml:space="preserve">　　　　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4CE82" w14:textId="41EEC4F5" w:rsidR="00A97003" w:rsidRDefault="00A970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8684C"/>
    <w:multiLevelType w:val="hybridMultilevel"/>
    <w:tmpl w:val="13A4E8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6D6D0C"/>
    <w:multiLevelType w:val="hybridMultilevel"/>
    <w:tmpl w:val="4B5A4E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095257"/>
    <w:multiLevelType w:val="hybridMultilevel"/>
    <w:tmpl w:val="DE260986"/>
    <w:lvl w:ilvl="0" w:tplc="50A41AD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BDD58CB"/>
    <w:multiLevelType w:val="hybridMultilevel"/>
    <w:tmpl w:val="F61061C0"/>
    <w:lvl w:ilvl="0" w:tplc="D99A6F4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276D78"/>
    <w:multiLevelType w:val="hybridMultilevel"/>
    <w:tmpl w:val="BAAE142A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28802618">
    <w:abstractNumId w:val="3"/>
  </w:num>
  <w:num w:numId="2" w16cid:durableId="78064545">
    <w:abstractNumId w:val="2"/>
  </w:num>
  <w:num w:numId="3" w16cid:durableId="1850217819">
    <w:abstractNumId w:val="0"/>
  </w:num>
  <w:num w:numId="4" w16cid:durableId="1187257107">
    <w:abstractNumId w:val="1"/>
  </w:num>
  <w:num w:numId="5" w16cid:durableId="14563674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6112"/>
    <w:rsid w:val="00022F7C"/>
    <w:rsid w:val="00052FC6"/>
    <w:rsid w:val="00053FC0"/>
    <w:rsid w:val="0005507B"/>
    <w:rsid w:val="0006584D"/>
    <w:rsid w:val="000674F5"/>
    <w:rsid w:val="00095883"/>
    <w:rsid w:val="000A15C3"/>
    <w:rsid w:val="000B3FAD"/>
    <w:rsid w:val="000B4403"/>
    <w:rsid w:val="000B7370"/>
    <w:rsid w:val="000C45FF"/>
    <w:rsid w:val="000D2809"/>
    <w:rsid w:val="000D2B6A"/>
    <w:rsid w:val="000D4D08"/>
    <w:rsid w:val="000F5D47"/>
    <w:rsid w:val="00102A48"/>
    <w:rsid w:val="00135630"/>
    <w:rsid w:val="00146F98"/>
    <w:rsid w:val="0014777C"/>
    <w:rsid w:val="001605ED"/>
    <w:rsid w:val="00163A87"/>
    <w:rsid w:val="00163D5A"/>
    <w:rsid w:val="001807BE"/>
    <w:rsid w:val="00195372"/>
    <w:rsid w:val="00196252"/>
    <w:rsid w:val="001C1570"/>
    <w:rsid w:val="001D0506"/>
    <w:rsid w:val="001D0AE0"/>
    <w:rsid w:val="001D2FE1"/>
    <w:rsid w:val="001E4392"/>
    <w:rsid w:val="001E75D6"/>
    <w:rsid w:val="00227932"/>
    <w:rsid w:val="0023078F"/>
    <w:rsid w:val="00233C00"/>
    <w:rsid w:val="00236506"/>
    <w:rsid w:val="00247D96"/>
    <w:rsid w:val="00250FD7"/>
    <w:rsid w:val="0025139D"/>
    <w:rsid w:val="00266008"/>
    <w:rsid w:val="00271BE7"/>
    <w:rsid w:val="00281AF6"/>
    <w:rsid w:val="0028408F"/>
    <w:rsid w:val="00284AD6"/>
    <w:rsid w:val="002A36C8"/>
    <w:rsid w:val="002C5E49"/>
    <w:rsid w:val="002E7112"/>
    <w:rsid w:val="002E7946"/>
    <w:rsid w:val="002F0FDA"/>
    <w:rsid w:val="002F5AD6"/>
    <w:rsid w:val="00301422"/>
    <w:rsid w:val="00301D28"/>
    <w:rsid w:val="00312BBB"/>
    <w:rsid w:val="0032086A"/>
    <w:rsid w:val="003264EB"/>
    <w:rsid w:val="00346D11"/>
    <w:rsid w:val="0036306F"/>
    <w:rsid w:val="00364AAA"/>
    <w:rsid w:val="00381E8C"/>
    <w:rsid w:val="003B0666"/>
    <w:rsid w:val="003B067E"/>
    <w:rsid w:val="003B78DB"/>
    <w:rsid w:val="003C0FA1"/>
    <w:rsid w:val="003C36EA"/>
    <w:rsid w:val="003D10BF"/>
    <w:rsid w:val="003D46E8"/>
    <w:rsid w:val="003D600F"/>
    <w:rsid w:val="003E066B"/>
    <w:rsid w:val="003E383E"/>
    <w:rsid w:val="004158DB"/>
    <w:rsid w:val="00416C61"/>
    <w:rsid w:val="00426E84"/>
    <w:rsid w:val="004404EE"/>
    <w:rsid w:val="004564C7"/>
    <w:rsid w:val="00481280"/>
    <w:rsid w:val="004A15DA"/>
    <w:rsid w:val="004A2C32"/>
    <w:rsid w:val="004A771C"/>
    <w:rsid w:val="004B6FA6"/>
    <w:rsid w:val="004B7516"/>
    <w:rsid w:val="004C198B"/>
    <w:rsid w:val="004D4318"/>
    <w:rsid w:val="004E38BB"/>
    <w:rsid w:val="004E4D9E"/>
    <w:rsid w:val="004E7913"/>
    <w:rsid w:val="004E7C3B"/>
    <w:rsid w:val="004F26BC"/>
    <w:rsid w:val="005039FD"/>
    <w:rsid w:val="00506003"/>
    <w:rsid w:val="00512443"/>
    <w:rsid w:val="00523C36"/>
    <w:rsid w:val="005373AE"/>
    <w:rsid w:val="00545555"/>
    <w:rsid w:val="005479EC"/>
    <w:rsid w:val="0056682E"/>
    <w:rsid w:val="00566FD3"/>
    <w:rsid w:val="00576E0F"/>
    <w:rsid w:val="00581B0F"/>
    <w:rsid w:val="005878CA"/>
    <w:rsid w:val="00592878"/>
    <w:rsid w:val="00594D6E"/>
    <w:rsid w:val="00597AE7"/>
    <w:rsid w:val="005A0CF3"/>
    <w:rsid w:val="005B1496"/>
    <w:rsid w:val="005B2916"/>
    <w:rsid w:val="005C2BDB"/>
    <w:rsid w:val="005C7E78"/>
    <w:rsid w:val="005D3564"/>
    <w:rsid w:val="005D4635"/>
    <w:rsid w:val="005E4D8E"/>
    <w:rsid w:val="005F59F4"/>
    <w:rsid w:val="00604A68"/>
    <w:rsid w:val="00606EE6"/>
    <w:rsid w:val="00612DEF"/>
    <w:rsid w:val="00633313"/>
    <w:rsid w:val="00637208"/>
    <w:rsid w:val="00640FC2"/>
    <w:rsid w:val="00643F6E"/>
    <w:rsid w:val="006543D1"/>
    <w:rsid w:val="006949FE"/>
    <w:rsid w:val="00695AEC"/>
    <w:rsid w:val="006C0F47"/>
    <w:rsid w:val="006E3F18"/>
    <w:rsid w:val="006F2759"/>
    <w:rsid w:val="00704376"/>
    <w:rsid w:val="00724B7F"/>
    <w:rsid w:val="00726423"/>
    <w:rsid w:val="00733E9C"/>
    <w:rsid w:val="0073441E"/>
    <w:rsid w:val="00745335"/>
    <w:rsid w:val="00760798"/>
    <w:rsid w:val="0076162A"/>
    <w:rsid w:val="00786881"/>
    <w:rsid w:val="007974DE"/>
    <w:rsid w:val="007A63C9"/>
    <w:rsid w:val="007A75B4"/>
    <w:rsid w:val="007C4500"/>
    <w:rsid w:val="007D4D40"/>
    <w:rsid w:val="007E0BF6"/>
    <w:rsid w:val="007F7A56"/>
    <w:rsid w:val="00803C61"/>
    <w:rsid w:val="00831648"/>
    <w:rsid w:val="008559B3"/>
    <w:rsid w:val="00870886"/>
    <w:rsid w:val="00880633"/>
    <w:rsid w:val="00893CAF"/>
    <w:rsid w:val="008B69CF"/>
    <w:rsid w:val="008B78F8"/>
    <w:rsid w:val="008D6A47"/>
    <w:rsid w:val="008E2AE3"/>
    <w:rsid w:val="008F4820"/>
    <w:rsid w:val="0090362A"/>
    <w:rsid w:val="0090446A"/>
    <w:rsid w:val="00921C5B"/>
    <w:rsid w:val="00936EF1"/>
    <w:rsid w:val="009408D3"/>
    <w:rsid w:val="00941E3C"/>
    <w:rsid w:val="00953352"/>
    <w:rsid w:val="00957E7A"/>
    <w:rsid w:val="00982306"/>
    <w:rsid w:val="00984909"/>
    <w:rsid w:val="00987582"/>
    <w:rsid w:val="009945AD"/>
    <w:rsid w:val="00994E41"/>
    <w:rsid w:val="0099530B"/>
    <w:rsid w:val="009A7939"/>
    <w:rsid w:val="009B1E0D"/>
    <w:rsid w:val="009C024E"/>
    <w:rsid w:val="009C7206"/>
    <w:rsid w:val="009D1228"/>
    <w:rsid w:val="009E7561"/>
    <w:rsid w:val="009F406A"/>
    <w:rsid w:val="00A005F4"/>
    <w:rsid w:val="00A00862"/>
    <w:rsid w:val="00A06D5A"/>
    <w:rsid w:val="00A23F42"/>
    <w:rsid w:val="00A32CB4"/>
    <w:rsid w:val="00A33076"/>
    <w:rsid w:val="00A35545"/>
    <w:rsid w:val="00A4039E"/>
    <w:rsid w:val="00A410FD"/>
    <w:rsid w:val="00A51265"/>
    <w:rsid w:val="00A53BE3"/>
    <w:rsid w:val="00A83707"/>
    <w:rsid w:val="00A93A6A"/>
    <w:rsid w:val="00A969B6"/>
    <w:rsid w:val="00A97003"/>
    <w:rsid w:val="00AA606B"/>
    <w:rsid w:val="00AC0084"/>
    <w:rsid w:val="00AE6EEC"/>
    <w:rsid w:val="00AF0238"/>
    <w:rsid w:val="00AF62EC"/>
    <w:rsid w:val="00B0102C"/>
    <w:rsid w:val="00B16391"/>
    <w:rsid w:val="00B209AD"/>
    <w:rsid w:val="00B21877"/>
    <w:rsid w:val="00B2486B"/>
    <w:rsid w:val="00B258C6"/>
    <w:rsid w:val="00B27C4A"/>
    <w:rsid w:val="00B337A6"/>
    <w:rsid w:val="00B364AF"/>
    <w:rsid w:val="00B43072"/>
    <w:rsid w:val="00B444E2"/>
    <w:rsid w:val="00B44608"/>
    <w:rsid w:val="00B53586"/>
    <w:rsid w:val="00B7504F"/>
    <w:rsid w:val="00B857D6"/>
    <w:rsid w:val="00B9052B"/>
    <w:rsid w:val="00B91DC4"/>
    <w:rsid w:val="00BA3AF2"/>
    <w:rsid w:val="00BB0DB5"/>
    <w:rsid w:val="00BB4300"/>
    <w:rsid w:val="00BE37F1"/>
    <w:rsid w:val="00BE59A3"/>
    <w:rsid w:val="00BF4E75"/>
    <w:rsid w:val="00C13AF2"/>
    <w:rsid w:val="00C224BC"/>
    <w:rsid w:val="00C266FE"/>
    <w:rsid w:val="00C335EA"/>
    <w:rsid w:val="00C451BC"/>
    <w:rsid w:val="00C5295C"/>
    <w:rsid w:val="00C57E4B"/>
    <w:rsid w:val="00C6330A"/>
    <w:rsid w:val="00C72C0C"/>
    <w:rsid w:val="00C74BCB"/>
    <w:rsid w:val="00CA2D71"/>
    <w:rsid w:val="00CB21F8"/>
    <w:rsid w:val="00CE1F1E"/>
    <w:rsid w:val="00CF6556"/>
    <w:rsid w:val="00D140D0"/>
    <w:rsid w:val="00D17A26"/>
    <w:rsid w:val="00D2594C"/>
    <w:rsid w:val="00D25975"/>
    <w:rsid w:val="00D2602C"/>
    <w:rsid w:val="00D27BF4"/>
    <w:rsid w:val="00D312CF"/>
    <w:rsid w:val="00D31C0D"/>
    <w:rsid w:val="00D74054"/>
    <w:rsid w:val="00D74A2D"/>
    <w:rsid w:val="00D84CC1"/>
    <w:rsid w:val="00D875FB"/>
    <w:rsid w:val="00DA23F6"/>
    <w:rsid w:val="00DA2C5D"/>
    <w:rsid w:val="00DD2129"/>
    <w:rsid w:val="00DE31CA"/>
    <w:rsid w:val="00DE55AC"/>
    <w:rsid w:val="00DF1672"/>
    <w:rsid w:val="00E05ADB"/>
    <w:rsid w:val="00E138C3"/>
    <w:rsid w:val="00E258A7"/>
    <w:rsid w:val="00E47293"/>
    <w:rsid w:val="00E509AB"/>
    <w:rsid w:val="00E56D5D"/>
    <w:rsid w:val="00E749FD"/>
    <w:rsid w:val="00E971B5"/>
    <w:rsid w:val="00E97EE3"/>
    <w:rsid w:val="00EB52D0"/>
    <w:rsid w:val="00EC29D3"/>
    <w:rsid w:val="00EC56AB"/>
    <w:rsid w:val="00ED7710"/>
    <w:rsid w:val="00EE3D9A"/>
    <w:rsid w:val="00EF2368"/>
    <w:rsid w:val="00F01567"/>
    <w:rsid w:val="00F04692"/>
    <w:rsid w:val="00F428CE"/>
    <w:rsid w:val="00F54BEC"/>
    <w:rsid w:val="00F84C46"/>
    <w:rsid w:val="00F90D5F"/>
    <w:rsid w:val="00FA20A7"/>
    <w:rsid w:val="00FC30F0"/>
    <w:rsid w:val="00FC75B8"/>
    <w:rsid w:val="00FC7E3C"/>
    <w:rsid w:val="00FE5CCB"/>
    <w:rsid w:val="00FE73BF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C7CD2A"/>
  <w15:chartTrackingRefBased/>
  <w15:docId w15:val="{66492648-B4B4-4760-AA58-D065DC3B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</w:rPr>
  </w:style>
  <w:style w:type="character" w:styleId="aa">
    <w:name w:val="Hyperlink"/>
    <w:rsid w:val="006F275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592878"/>
    <w:pPr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yakau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99271-B709-41AC-96F5-5C9ED385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203</TotalTime>
  <Pages>3</Pages>
  <Words>656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西表　彩香</cp:lastModifiedBy>
  <cp:revision>22</cp:revision>
  <cp:lastPrinted>2024-04-15T06:14:00Z</cp:lastPrinted>
  <dcterms:created xsi:type="dcterms:W3CDTF">2021-05-17T06:00:00Z</dcterms:created>
  <dcterms:modified xsi:type="dcterms:W3CDTF">2025-04-08T00:47:00Z</dcterms:modified>
</cp:coreProperties>
</file>